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2972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tbl>
      <w:tblPr>
        <w:tblStyle w:val="16"/>
        <w:tblpPr w:leftFromText="180" w:rightFromText="180" w:vertAnchor="text" w:horzAnchor="page" w:tblpX="1680" w:tblpY="886"/>
        <w:tblOverlap w:val="never"/>
        <w:tblW w:w="8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2"/>
        <w:gridCol w:w="3038"/>
        <w:gridCol w:w="2659"/>
      </w:tblGrid>
      <w:tr w14:paraId="3DA35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762" w:type="dxa"/>
            <w:vMerge w:val="restart"/>
            <w:vAlign w:val="center"/>
          </w:tcPr>
          <w:p w14:paraId="5020A50E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市辖区</w:t>
            </w:r>
          </w:p>
        </w:tc>
        <w:tc>
          <w:tcPr>
            <w:tcW w:w="5697" w:type="dxa"/>
            <w:gridSpan w:val="2"/>
            <w:vAlign w:val="center"/>
          </w:tcPr>
          <w:p w14:paraId="7DC34A8F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2024年</w:t>
            </w:r>
          </w:p>
        </w:tc>
      </w:tr>
      <w:tr w14:paraId="100B2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762" w:type="dxa"/>
            <w:vMerge w:val="continue"/>
            <w:vAlign w:val="center"/>
          </w:tcPr>
          <w:p w14:paraId="529E1BD3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38" w:type="dxa"/>
            <w:vAlign w:val="center"/>
          </w:tcPr>
          <w:p w14:paraId="4CAB0281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组建科技特派员工作站数量</w:t>
            </w:r>
          </w:p>
        </w:tc>
        <w:tc>
          <w:tcPr>
            <w:tcW w:w="2659" w:type="dxa"/>
            <w:vAlign w:val="center"/>
          </w:tcPr>
          <w:p w14:paraId="18615960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8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2"/>
                <w:shd w:val="clear" w:color="auto" w:fill="auto"/>
                <w:vertAlign w:val="baseline"/>
                <w:lang w:val="en-US" w:eastAsia="zh-CN" w:bidi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吸纳科技特派员数量</w:t>
            </w:r>
          </w:p>
        </w:tc>
      </w:tr>
      <w:tr w14:paraId="1B8C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00391A06">
            <w:pPr>
              <w:pStyle w:val="6"/>
              <w:keepNext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东湖高新区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9BCA543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pacing w:val="0"/>
                <w:w w:val="100"/>
                <w:kern w:val="2"/>
                <w:position w:val="0"/>
                <w:sz w:val="24"/>
                <w:szCs w:val="22"/>
                <w:shd w:val="clear" w:color="auto" w:fill="auto"/>
                <w:vertAlign w:val="baseline"/>
                <w:lang w:val="en-US" w:eastAsia="zh-CN" w:bidi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70217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10</w:t>
            </w:r>
          </w:p>
        </w:tc>
      </w:tr>
      <w:tr w14:paraId="3CC68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097B05D4">
            <w:pPr>
              <w:pStyle w:val="6"/>
              <w:keepNext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8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武汉开发区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7F03309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pacing w:val="0"/>
                <w:w w:val="100"/>
                <w:kern w:val="2"/>
                <w:position w:val="0"/>
                <w:sz w:val="24"/>
                <w:szCs w:val="22"/>
                <w:shd w:val="clear" w:color="auto" w:fill="auto"/>
                <w:vertAlign w:val="baseline"/>
                <w:lang w:val="en-US" w:eastAsia="zh-CN" w:bidi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1CA8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20</w:t>
            </w:r>
          </w:p>
        </w:tc>
      </w:tr>
      <w:tr w14:paraId="2C6AD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4C289937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临空港开发区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45DC09C2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pacing w:val="0"/>
                <w:w w:val="100"/>
                <w:kern w:val="2"/>
                <w:position w:val="0"/>
                <w:sz w:val="24"/>
                <w:szCs w:val="22"/>
                <w:shd w:val="clear" w:color="auto" w:fill="auto"/>
                <w:vertAlign w:val="baseline"/>
                <w:lang w:val="en-US" w:eastAsia="zh-CN" w:bidi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67E91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20</w:t>
            </w:r>
          </w:p>
        </w:tc>
      </w:tr>
      <w:tr w14:paraId="1CE08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60554C15">
            <w:pPr>
              <w:pStyle w:val="6"/>
              <w:keepNext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长江新区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7374BF1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58E81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30</w:t>
            </w:r>
          </w:p>
        </w:tc>
      </w:tr>
      <w:tr w14:paraId="5B01A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12EF0D36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洪山区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3368E775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pacing w:val="0"/>
                <w:w w:val="100"/>
                <w:kern w:val="2"/>
                <w:position w:val="0"/>
                <w:sz w:val="24"/>
                <w:szCs w:val="22"/>
                <w:shd w:val="clear" w:color="auto" w:fill="auto"/>
                <w:vertAlign w:val="baseline"/>
                <w:lang w:val="en-US" w:eastAsia="zh-CN" w:bidi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8451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10</w:t>
            </w:r>
          </w:p>
        </w:tc>
      </w:tr>
      <w:tr w14:paraId="50AF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4B2B279D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蔡甸区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D832515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18599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40</w:t>
            </w:r>
          </w:p>
        </w:tc>
      </w:tr>
      <w:tr w14:paraId="7CEE0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72D0DC7E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江夏区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7C2A6A99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CF1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50</w:t>
            </w:r>
          </w:p>
        </w:tc>
      </w:tr>
      <w:tr w14:paraId="2E109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7861F0D2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黄陂区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17F3CBA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1C153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70</w:t>
            </w:r>
          </w:p>
        </w:tc>
      </w:tr>
      <w:tr w14:paraId="2650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62" w:type="dxa"/>
            <w:shd w:val="clear" w:color="auto" w:fill="auto"/>
            <w:vAlign w:val="center"/>
          </w:tcPr>
          <w:p w14:paraId="08A5B459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新洲区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47E9359E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16A09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kern w:val="2"/>
                <w:sz w:val="24"/>
                <w:szCs w:val="22"/>
                <w:vertAlign w:val="baseline"/>
                <w:lang w:val="en-US" w:eastAsia="zh-CN" w:bidi="ar-SA"/>
              </w:rPr>
              <w:t>60</w:t>
            </w:r>
          </w:p>
        </w:tc>
      </w:tr>
      <w:tr w14:paraId="6E2AD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2762" w:type="dxa"/>
            <w:vAlign w:val="center"/>
          </w:tcPr>
          <w:p w14:paraId="1ACB8BAF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3038" w:type="dxa"/>
            <w:vAlign w:val="center"/>
          </w:tcPr>
          <w:p w14:paraId="70797651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z w:val="24"/>
                <w:szCs w:val="22"/>
                <w:vertAlign w:val="baseline"/>
                <w:lang w:val="en-US" w:eastAsia="zh-CN"/>
              </w:rPr>
              <w:t>31</w:t>
            </w:r>
          </w:p>
        </w:tc>
        <w:tc>
          <w:tcPr>
            <w:tcW w:w="2659" w:type="dxa"/>
            <w:vAlign w:val="center"/>
          </w:tcPr>
          <w:p w14:paraId="247B2201">
            <w:pPr>
              <w:pStyle w:val="6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2"/>
                <w:shd w:val="clear" w:color="auto" w:fill="auto"/>
                <w:vertAlign w:val="baseline"/>
                <w:lang w:val="en-US" w:eastAsia="zh-CN" w:bidi="en-U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2"/>
                <w:shd w:val="clear" w:color="auto" w:fill="auto"/>
                <w:vertAlign w:val="baseline"/>
                <w:lang w:val="en-US" w:eastAsia="zh-CN" w:bidi="en-US"/>
              </w:rPr>
              <w:t>310</w:t>
            </w:r>
          </w:p>
        </w:tc>
      </w:tr>
    </w:tbl>
    <w:p w14:paraId="3C9D741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/>
        <w:jc w:val="center"/>
        <w:rPr>
          <w:rFonts w:hint="eastAsia"/>
          <w:lang w:val="en-US" w:eastAsia="zh-CN"/>
        </w:rPr>
      </w:pPr>
      <w:r>
        <w:rPr>
          <w:rFonts w:hint="eastAsia" w:ascii="文星标宋" w:hAnsi="文星标宋" w:eastAsia="文星标宋" w:cs="文星标宋"/>
          <w:color w:val="auto"/>
          <w:sz w:val="32"/>
          <w:szCs w:val="32"/>
          <w:lang w:val="en-US" w:eastAsia="zh-CN"/>
        </w:rPr>
        <w:t>2024年度武汉市湖北科技特派员工作站建设计划表</w:t>
      </w:r>
    </w:p>
    <w:p w14:paraId="14D99B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文星仿宋" w:hAnsi="文星仿宋" w:eastAsia="文星仿宋" w:cs="文星仿宋"/>
          <w:color w:val="000000"/>
          <w:kern w:val="0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7" w:h="16839"/>
      <w:pgMar w:top="2098" w:right="1474" w:bottom="1985" w:left="1588" w:header="851" w:footer="1361" w:gutter="0"/>
      <w:cols w:space="720" w:num="1"/>
      <w:docGrid w:type="linesAndChars"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4BDBA">
    <w:pPr>
      <w:pStyle w:val="12"/>
      <w:tabs>
        <w:tab w:val="clear" w:pos="4153"/>
        <w:tab w:val="clear" w:pos="8306"/>
      </w:tabs>
      <w:ind w:left="350" w:right="360"/>
      <w:jc w:val="right"/>
      <w:rPr>
        <w:rFonts w:hint="eastAsia"/>
      </w:rPr>
    </w:pPr>
    <w:r>
      <w:rPr>
        <w:rStyle w:val="18"/>
        <w:rFonts w:hint="eastAsia"/>
      </w:rPr>
      <w:t>－</w:t>
    </w:r>
    <w:r>
      <w:fldChar w:fldCharType="begin"/>
    </w:r>
    <w:r>
      <w:rPr>
        <w:rStyle w:val="18"/>
      </w:rPr>
      <w:instrText xml:space="preserve"> PAGE </w:instrText>
    </w:r>
    <w:r>
      <w:fldChar w:fldCharType="separate"/>
    </w:r>
    <w:r>
      <w:rPr>
        <w:rStyle w:val="18"/>
      </w:rPr>
      <w:t>3</w:t>
    </w:r>
    <w:r>
      <w:fldChar w:fldCharType="end"/>
    </w:r>
    <w:r>
      <w:rPr>
        <w:rStyle w:val="18"/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ED599">
    <w:pPr>
      <w:pStyle w:val="12"/>
      <w:tabs>
        <w:tab w:val="clear" w:pos="4153"/>
        <w:tab w:val="clear" w:pos="8306"/>
      </w:tabs>
      <w:ind w:left="350" w:right="360"/>
      <w:rPr>
        <w:rFonts w:hint="eastAsia"/>
      </w:rPr>
    </w:pPr>
    <w:r>
      <w:rPr>
        <w:rStyle w:val="18"/>
        <w:rFonts w:hint="eastAsia"/>
      </w:rPr>
      <w:t>－</w:t>
    </w:r>
    <w:r>
      <w:fldChar w:fldCharType="begin"/>
    </w:r>
    <w:r>
      <w:rPr>
        <w:rStyle w:val="18"/>
      </w:rPr>
      <w:instrText xml:space="preserve"> PAGE </w:instrText>
    </w:r>
    <w:r>
      <w:fldChar w:fldCharType="separate"/>
    </w:r>
    <w:r>
      <w:rPr>
        <w:rStyle w:val="18"/>
      </w:rPr>
      <w:t>2</w:t>
    </w:r>
    <w:r>
      <w:fldChar w:fldCharType="end"/>
    </w:r>
    <w:r>
      <w:rPr>
        <w:rStyle w:val="18"/>
        <w:rFonts w:hint="eastAsia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1"/>
  <w:drawingGridVerticalSpacing w:val="573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00172A27"/>
    <w:rsid w:val="00011EF2"/>
    <w:rsid w:val="0001204C"/>
    <w:rsid w:val="00022EE5"/>
    <w:rsid w:val="00025F1D"/>
    <w:rsid w:val="000356DF"/>
    <w:rsid w:val="000600F9"/>
    <w:rsid w:val="000601EA"/>
    <w:rsid w:val="000614E1"/>
    <w:rsid w:val="000627FA"/>
    <w:rsid w:val="00067EA1"/>
    <w:rsid w:val="000766A6"/>
    <w:rsid w:val="0008161A"/>
    <w:rsid w:val="00087CE4"/>
    <w:rsid w:val="00090D38"/>
    <w:rsid w:val="00097A86"/>
    <w:rsid w:val="000A0AFD"/>
    <w:rsid w:val="000B634B"/>
    <w:rsid w:val="000B77AC"/>
    <w:rsid w:val="000C53C9"/>
    <w:rsid w:val="000D514B"/>
    <w:rsid w:val="000E580F"/>
    <w:rsid w:val="000F03F8"/>
    <w:rsid w:val="000F4489"/>
    <w:rsid w:val="000F48FD"/>
    <w:rsid w:val="0010631D"/>
    <w:rsid w:val="00116EDA"/>
    <w:rsid w:val="00133429"/>
    <w:rsid w:val="00134642"/>
    <w:rsid w:val="001375C6"/>
    <w:rsid w:val="00140737"/>
    <w:rsid w:val="00141CB4"/>
    <w:rsid w:val="00147772"/>
    <w:rsid w:val="001656DE"/>
    <w:rsid w:val="00173173"/>
    <w:rsid w:val="001763B0"/>
    <w:rsid w:val="001A4C80"/>
    <w:rsid w:val="001B6268"/>
    <w:rsid w:val="001C7BEA"/>
    <w:rsid w:val="001E0FA5"/>
    <w:rsid w:val="001E5517"/>
    <w:rsid w:val="001F7D72"/>
    <w:rsid w:val="00206F3F"/>
    <w:rsid w:val="00217E03"/>
    <w:rsid w:val="00242AF3"/>
    <w:rsid w:val="00256925"/>
    <w:rsid w:val="00260022"/>
    <w:rsid w:val="002660C5"/>
    <w:rsid w:val="002730E8"/>
    <w:rsid w:val="0027793B"/>
    <w:rsid w:val="00290392"/>
    <w:rsid w:val="002A064A"/>
    <w:rsid w:val="002A4BC8"/>
    <w:rsid w:val="002B54A9"/>
    <w:rsid w:val="002B633F"/>
    <w:rsid w:val="002C33D0"/>
    <w:rsid w:val="003023B8"/>
    <w:rsid w:val="00305A64"/>
    <w:rsid w:val="00314E51"/>
    <w:rsid w:val="003151EF"/>
    <w:rsid w:val="00323DA0"/>
    <w:rsid w:val="00347E53"/>
    <w:rsid w:val="003528BB"/>
    <w:rsid w:val="0036474D"/>
    <w:rsid w:val="00365CF7"/>
    <w:rsid w:val="003817A6"/>
    <w:rsid w:val="003958D7"/>
    <w:rsid w:val="003A33DD"/>
    <w:rsid w:val="003A3BF7"/>
    <w:rsid w:val="003B3556"/>
    <w:rsid w:val="003B41A1"/>
    <w:rsid w:val="003B74DD"/>
    <w:rsid w:val="003C03FB"/>
    <w:rsid w:val="003C3317"/>
    <w:rsid w:val="003D4924"/>
    <w:rsid w:val="003D5C9E"/>
    <w:rsid w:val="003D6D61"/>
    <w:rsid w:val="003E0DB8"/>
    <w:rsid w:val="003E7466"/>
    <w:rsid w:val="003F39C5"/>
    <w:rsid w:val="003F433A"/>
    <w:rsid w:val="003F492A"/>
    <w:rsid w:val="003F6EBB"/>
    <w:rsid w:val="00402DDD"/>
    <w:rsid w:val="00403829"/>
    <w:rsid w:val="00442191"/>
    <w:rsid w:val="00444EB4"/>
    <w:rsid w:val="004512DC"/>
    <w:rsid w:val="00451345"/>
    <w:rsid w:val="00453F22"/>
    <w:rsid w:val="00471AD2"/>
    <w:rsid w:val="00472D8F"/>
    <w:rsid w:val="00476BBA"/>
    <w:rsid w:val="00494D83"/>
    <w:rsid w:val="004B001C"/>
    <w:rsid w:val="004B0848"/>
    <w:rsid w:val="004B365D"/>
    <w:rsid w:val="004B47B3"/>
    <w:rsid w:val="004B6CF0"/>
    <w:rsid w:val="004E3E8A"/>
    <w:rsid w:val="004F0B16"/>
    <w:rsid w:val="004F5501"/>
    <w:rsid w:val="005024C8"/>
    <w:rsid w:val="005107DB"/>
    <w:rsid w:val="00513583"/>
    <w:rsid w:val="005148EB"/>
    <w:rsid w:val="00524AA7"/>
    <w:rsid w:val="00536FFB"/>
    <w:rsid w:val="00547B1D"/>
    <w:rsid w:val="005531CF"/>
    <w:rsid w:val="005654F6"/>
    <w:rsid w:val="0057178A"/>
    <w:rsid w:val="005A24BA"/>
    <w:rsid w:val="005A752D"/>
    <w:rsid w:val="005B3E90"/>
    <w:rsid w:val="005B4B7C"/>
    <w:rsid w:val="005B5A0C"/>
    <w:rsid w:val="005C431D"/>
    <w:rsid w:val="005C51B2"/>
    <w:rsid w:val="005D6236"/>
    <w:rsid w:val="005E148E"/>
    <w:rsid w:val="005E243A"/>
    <w:rsid w:val="005F047D"/>
    <w:rsid w:val="005F05FE"/>
    <w:rsid w:val="005F0F8A"/>
    <w:rsid w:val="00605D5C"/>
    <w:rsid w:val="00621730"/>
    <w:rsid w:val="0063356B"/>
    <w:rsid w:val="00635471"/>
    <w:rsid w:val="00635D88"/>
    <w:rsid w:val="00642D61"/>
    <w:rsid w:val="00646102"/>
    <w:rsid w:val="006461AD"/>
    <w:rsid w:val="006477D7"/>
    <w:rsid w:val="006510BA"/>
    <w:rsid w:val="0065232C"/>
    <w:rsid w:val="006738C7"/>
    <w:rsid w:val="0068068A"/>
    <w:rsid w:val="006819E0"/>
    <w:rsid w:val="00687EBE"/>
    <w:rsid w:val="006A400A"/>
    <w:rsid w:val="006A795F"/>
    <w:rsid w:val="006B3814"/>
    <w:rsid w:val="006B539A"/>
    <w:rsid w:val="006B69BC"/>
    <w:rsid w:val="006C6BC6"/>
    <w:rsid w:val="006C741D"/>
    <w:rsid w:val="006E10B5"/>
    <w:rsid w:val="006E3D0B"/>
    <w:rsid w:val="006E5B23"/>
    <w:rsid w:val="006E5C3B"/>
    <w:rsid w:val="006E5F7E"/>
    <w:rsid w:val="006F56CB"/>
    <w:rsid w:val="00712F90"/>
    <w:rsid w:val="00720574"/>
    <w:rsid w:val="00720A58"/>
    <w:rsid w:val="00735695"/>
    <w:rsid w:val="0074064F"/>
    <w:rsid w:val="00745E3C"/>
    <w:rsid w:val="0075161D"/>
    <w:rsid w:val="00790743"/>
    <w:rsid w:val="00791AB7"/>
    <w:rsid w:val="00793A97"/>
    <w:rsid w:val="007948BB"/>
    <w:rsid w:val="00794A2F"/>
    <w:rsid w:val="00797C36"/>
    <w:rsid w:val="007A0A5A"/>
    <w:rsid w:val="007A1B42"/>
    <w:rsid w:val="007A6909"/>
    <w:rsid w:val="007B51B7"/>
    <w:rsid w:val="007C1EAA"/>
    <w:rsid w:val="007E3E16"/>
    <w:rsid w:val="007F0FAC"/>
    <w:rsid w:val="007F6077"/>
    <w:rsid w:val="008026CA"/>
    <w:rsid w:val="008119B3"/>
    <w:rsid w:val="00811F73"/>
    <w:rsid w:val="00814E51"/>
    <w:rsid w:val="008200EE"/>
    <w:rsid w:val="00832EA6"/>
    <w:rsid w:val="00860EE9"/>
    <w:rsid w:val="00867088"/>
    <w:rsid w:val="008704BC"/>
    <w:rsid w:val="00884F21"/>
    <w:rsid w:val="00890F6A"/>
    <w:rsid w:val="008B157B"/>
    <w:rsid w:val="008B467E"/>
    <w:rsid w:val="008B5D88"/>
    <w:rsid w:val="008B6CE2"/>
    <w:rsid w:val="00900A5B"/>
    <w:rsid w:val="00911B73"/>
    <w:rsid w:val="00917546"/>
    <w:rsid w:val="009374E1"/>
    <w:rsid w:val="00941ACA"/>
    <w:rsid w:val="00951C38"/>
    <w:rsid w:val="009568BE"/>
    <w:rsid w:val="009620A7"/>
    <w:rsid w:val="00966805"/>
    <w:rsid w:val="009764B6"/>
    <w:rsid w:val="00980B09"/>
    <w:rsid w:val="00982353"/>
    <w:rsid w:val="00990B37"/>
    <w:rsid w:val="00991CC5"/>
    <w:rsid w:val="009946AC"/>
    <w:rsid w:val="009979ED"/>
    <w:rsid w:val="009B6418"/>
    <w:rsid w:val="009E0CDF"/>
    <w:rsid w:val="009E248F"/>
    <w:rsid w:val="00A055A9"/>
    <w:rsid w:val="00A12698"/>
    <w:rsid w:val="00A232DB"/>
    <w:rsid w:val="00A338B2"/>
    <w:rsid w:val="00A42E51"/>
    <w:rsid w:val="00A4789F"/>
    <w:rsid w:val="00A512EC"/>
    <w:rsid w:val="00A5355C"/>
    <w:rsid w:val="00A73D31"/>
    <w:rsid w:val="00A74A1C"/>
    <w:rsid w:val="00A7576C"/>
    <w:rsid w:val="00A7726F"/>
    <w:rsid w:val="00A77410"/>
    <w:rsid w:val="00A9122D"/>
    <w:rsid w:val="00A92CEC"/>
    <w:rsid w:val="00A97F31"/>
    <w:rsid w:val="00AA1D50"/>
    <w:rsid w:val="00AA4B95"/>
    <w:rsid w:val="00AB6664"/>
    <w:rsid w:val="00AB77A6"/>
    <w:rsid w:val="00AE2F58"/>
    <w:rsid w:val="00AE643B"/>
    <w:rsid w:val="00AF6A94"/>
    <w:rsid w:val="00B00AB5"/>
    <w:rsid w:val="00B04B41"/>
    <w:rsid w:val="00B11725"/>
    <w:rsid w:val="00B144F8"/>
    <w:rsid w:val="00B1496A"/>
    <w:rsid w:val="00B27875"/>
    <w:rsid w:val="00B412E5"/>
    <w:rsid w:val="00B64A67"/>
    <w:rsid w:val="00B657EA"/>
    <w:rsid w:val="00B72E51"/>
    <w:rsid w:val="00B76E1C"/>
    <w:rsid w:val="00B80FBF"/>
    <w:rsid w:val="00B96B3E"/>
    <w:rsid w:val="00BD6585"/>
    <w:rsid w:val="00BF116F"/>
    <w:rsid w:val="00C02B9B"/>
    <w:rsid w:val="00C0315E"/>
    <w:rsid w:val="00C041EE"/>
    <w:rsid w:val="00C1013D"/>
    <w:rsid w:val="00C14D00"/>
    <w:rsid w:val="00C215DE"/>
    <w:rsid w:val="00C34638"/>
    <w:rsid w:val="00C45E06"/>
    <w:rsid w:val="00C60A45"/>
    <w:rsid w:val="00C67D51"/>
    <w:rsid w:val="00C720BD"/>
    <w:rsid w:val="00C9407C"/>
    <w:rsid w:val="00C94AD7"/>
    <w:rsid w:val="00C97060"/>
    <w:rsid w:val="00CB2272"/>
    <w:rsid w:val="00CD34AE"/>
    <w:rsid w:val="00CE12A5"/>
    <w:rsid w:val="00CE72A0"/>
    <w:rsid w:val="00CF0E16"/>
    <w:rsid w:val="00CF22EA"/>
    <w:rsid w:val="00CF5EA9"/>
    <w:rsid w:val="00D0279F"/>
    <w:rsid w:val="00D069CB"/>
    <w:rsid w:val="00D06B71"/>
    <w:rsid w:val="00D06F03"/>
    <w:rsid w:val="00D113EE"/>
    <w:rsid w:val="00D14DBB"/>
    <w:rsid w:val="00D20903"/>
    <w:rsid w:val="00D35CB1"/>
    <w:rsid w:val="00D40CDA"/>
    <w:rsid w:val="00D44311"/>
    <w:rsid w:val="00D5797D"/>
    <w:rsid w:val="00D702CA"/>
    <w:rsid w:val="00D7039E"/>
    <w:rsid w:val="00D7741A"/>
    <w:rsid w:val="00D839D7"/>
    <w:rsid w:val="00DA5D46"/>
    <w:rsid w:val="00DB0D72"/>
    <w:rsid w:val="00DB50EE"/>
    <w:rsid w:val="00DC242C"/>
    <w:rsid w:val="00DC28FC"/>
    <w:rsid w:val="00DD6077"/>
    <w:rsid w:val="00DE57B9"/>
    <w:rsid w:val="00DE57C9"/>
    <w:rsid w:val="00DE5F90"/>
    <w:rsid w:val="00DE753E"/>
    <w:rsid w:val="00E015A8"/>
    <w:rsid w:val="00E029BF"/>
    <w:rsid w:val="00E02DBE"/>
    <w:rsid w:val="00E05B28"/>
    <w:rsid w:val="00E05EF2"/>
    <w:rsid w:val="00E16568"/>
    <w:rsid w:val="00E20DAF"/>
    <w:rsid w:val="00E2575B"/>
    <w:rsid w:val="00E32AC2"/>
    <w:rsid w:val="00E54EC1"/>
    <w:rsid w:val="00E70E46"/>
    <w:rsid w:val="00E814D3"/>
    <w:rsid w:val="00E820A3"/>
    <w:rsid w:val="00E82129"/>
    <w:rsid w:val="00E9143D"/>
    <w:rsid w:val="00E91D9D"/>
    <w:rsid w:val="00E91FB8"/>
    <w:rsid w:val="00E94480"/>
    <w:rsid w:val="00E97A5B"/>
    <w:rsid w:val="00EA10B1"/>
    <w:rsid w:val="00EA53D2"/>
    <w:rsid w:val="00EB32AF"/>
    <w:rsid w:val="00EC0AC9"/>
    <w:rsid w:val="00EC1142"/>
    <w:rsid w:val="00EC43E0"/>
    <w:rsid w:val="00EC4679"/>
    <w:rsid w:val="00ED1A80"/>
    <w:rsid w:val="00EE5559"/>
    <w:rsid w:val="00EF475A"/>
    <w:rsid w:val="00F10644"/>
    <w:rsid w:val="00F1290D"/>
    <w:rsid w:val="00F12A4B"/>
    <w:rsid w:val="00F318C4"/>
    <w:rsid w:val="00F33784"/>
    <w:rsid w:val="00F37431"/>
    <w:rsid w:val="00F55870"/>
    <w:rsid w:val="00F6280E"/>
    <w:rsid w:val="00F700B8"/>
    <w:rsid w:val="00F845C1"/>
    <w:rsid w:val="00F86BC9"/>
    <w:rsid w:val="00F910BA"/>
    <w:rsid w:val="00F94021"/>
    <w:rsid w:val="00F94D75"/>
    <w:rsid w:val="00F953D7"/>
    <w:rsid w:val="00FA0A74"/>
    <w:rsid w:val="00FA1551"/>
    <w:rsid w:val="00FB0634"/>
    <w:rsid w:val="00FB5C85"/>
    <w:rsid w:val="00FB74F0"/>
    <w:rsid w:val="00FC0958"/>
    <w:rsid w:val="00FC357A"/>
    <w:rsid w:val="00FD3546"/>
    <w:rsid w:val="00FD37BF"/>
    <w:rsid w:val="00FD43B5"/>
    <w:rsid w:val="00FD6E9B"/>
    <w:rsid w:val="00FE57C6"/>
    <w:rsid w:val="00FF6F1C"/>
    <w:rsid w:val="043F6492"/>
    <w:rsid w:val="04D03803"/>
    <w:rsid w:val="07534192"/>
    <w:rsid w:val="084C4A9E"/>
    <w:rsid w:val="0A710930"/>
    <w:rsid w:val="0AE572A2"/>
    <w:rsid w:val="0CC75FCB"/>
    <w:rsid w:val="0D5837B8"/>
    <w:rsid w:val="0FD61CDB"/>
    <w:rsid w:val="113050A3"/>
    <w:rsid w:val="11AB0D6D"/>
    <w:rsid w:val="137E1789"/>
    <w:rsid w:val="141D02E0"/>
    <w:rsid w:val="1495114A"/>
    <w:rsid w:val="1A254E91"/>
    <w:rsid w:val="1C890801"/>
    <w:rsid w:val="1E0F356D"/>
    <w:rsid w:val="1F916D2F"/>
    <w:rsid w:val="22BD7926"/>
    <w:rsid w:val="26261BCF"/>
    <w:rsid w:val="2824525F"/>
    <w:rsid w:val="2AE72120"/>
    <w:rsid w:val="2CE341B5"/>
    <w:rsid w:val="33E30779"/>
    <w:rsid w:val="349A34DB"/>
    <w:rsid w:val="39FC5E6E"/>
    <w:rsid w:val="3A1249E5"/>
    <w:rsid w:val="3AA76136"/>
    <w:rsid w:val="3BCB1DCB"/>
    <w:rsid w:val="3D903889"/>
    <w:rsid w:val="3FBD5B42"/>
    <w:rsid w:val="43355F63"/>
    <w:rsid w:val="4357031E"/>
    <w:rsid w:val="44A57770"/>
    <w:rsid w:val="49A41502"/>
    <w:rsid w:val="4D115DD2"/>
    <w:rsid w:val="50A32A1C"/>
    <w:rsid w:val="515561C1"/>
    <w:rsid w:val="51A650B5"/>
    <w:rsid w:val="521A55D7"/>
    <w:rsid w:val="55506E70"/>
    <w:rsid w:val="599C3BB9"/>
    <w:rsid w:val="5A1631D9"/>
    <w:rsid w:val="693862AF"/>
    <w:rsid w:val="6A936D28"/>
    <w:rsid w:val="6D5C325E"/>
    <w:rsid w:val="718C7602"/>
    <w:rsid w:val="75B51C8A"/>
    <w:rsid w:val="77F96D63"/>
    <w:rsid w:val="7AC5017B"/>
    <w:rsid w:val="7F675A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vanish/>
      <w:color w:val="FF0000"/>
      <w:kern w:val="44"/>
      <w:sz w:val="72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</w:rPr>
  </w:style>
  <w:style w:type="paragraph" w:styleId="7">
    <w:name w:val="heading 3"/>
    <w:basedOn w:val="1"/>
    <w:next w:val="8"/>
    <w:qFormat/>
    <w:uiPriority w:val="0"/>
    <w:pPr>
      <w:keepNext/>
      <w:keepLines/>
      <w:spacing w:before="1000" w:beforeLines="0" w:after="400" w:afterLines="0"/>
      <w:jc w:val="center"/>
      <w:outlineLvl w:val="2"/>
    </w:pPr>
    <w:rPr>
      <w:rFonts w:ascii="公文小标宋简" w:eastAsia="公文小标宋简"/>
      <w:sz w:val="44"/>
    </w:rPr>
  </w:style>
  <w:style w:type="character" w:default="1" w:styleId="17">
    <w:name w:val="Default Paragraph Font"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字"/>
    <w:basedOn w:val="3"/>
    <w:next w:val="1"/>
    <w:qFormat/>
    <w:uiPriority w:val="0"/>
    <w:pPr>
      <w:ind w:firstLine="200" w:firstLineChars="200"/>
    </w:pPr>
    <w:rPr>
      <w:rFonts w:ascii="仿宋_GB2312" w:hAnsi="Times New Roman" w:eastAsia="仿宋_GB2312" w:cs="Times New Roman"/>
      <w:sz w:val="32"/>
      <w:szCs w:val="32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eastAsia="楷体_GB2312"/>
      <w:kern w:val="44"/>
      <w:sz w:val="28"/>
    </w:rPr>
  </w:style>
  <w:style w:type="paragraph" w:styleId="8">
    <w:name w:val="Normal Indent"/>
    <w:basedOn w:val="1"/>
    <w:qFormat/>
    <w:uiPriority w:val="0"/>
    <w:pPr>
      <w:ind w:firstLine="630"/>
    </w:pPr>
    <w:rPr>
      <w:kern w:val="0"/>
    </w:rPr>
  </w:style>
  <w:style w:type="paragraph" w:styleId="9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10">
    <w:name w:val="Date"/>
    <w:basedOn w:val="1"/>
    <w:next w:val="1"/>
    <w:qFormat/>
    <w:uiPriority w:val="0"/>
  </w:style>
  <w:style w:type="paragraph" w:styleId="11">
    <w:name w:val="Balloon Text"/>
    <w:basedOn w:val="1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qFormat/>
    <w:uiPriority w:val="0"/>
    <w:rPr>
      <w:rFonts w:eastAsia="宋体"/>
      <w:sz w:val="28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样式2 Char"/>
    <w:link w:val="21"/>
    <w:qFormat/>
    <w:uiPriority w:val="0"/>
    <w:rPr>
      <w:rFonts w:ascii="文星仿宋" w:eastAsia="文星仿宋"/>
      <w:color w:val="000000"/>
      <w:sz w:val="18"/>
      <w:szCs w:val="18"/>
      <w:lang w:val="en-US" w:eastAsia="zh-CN" w:bidi="ar-SA"/>
    </w:rPr>
  </w:style>
  <w:style w:type="paragraph" w:customStyle="1" w:styleId="21">
    <w:name w:val="样式2"/>
    <w:link w:val="20"/>
    <w:qFormat/>
    <w:uiPriority w:val="0"/>
    <w:pPr>
      <w:ind w:firstLine="360"/>
    </w:pPr>
    <w:rPr>
      <w:rFonts w:ascii="文星仿宋" w:hAnsi="Times New Roman" w:eastAsia="文星仿宋" w:cs="Times New Roman"/>
      <w:color w:val="000000"/>
      <w:sz w:val="18"/>
      <w:szCs w:val="18"/>
      <w:lang w:val="en-US" w:eastAsia="zh-CN" w:bidi="ar-SA"/>
    </w:rPr>
  </w:style>
  <w:style w:type="character" w:customStyle="1" w:styleId="22">
    <w:name w:val="page number"/>
    <w:qFormat/>
    <w:uiPriority w:val="0"/>
    <w:rPr>
      <w:rFonts w:eastAsia="宋体"/>
      <w:sz w:val="28"/>
    </w:rPr>
  </w:style>
  <w:style w:type="paragraph" w:customStyle="1" w:styleId="23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4">
    <w:name w:val="主题词"/>
    <w:basedOn w:val="1"/>
    <w:qFormat/>
    <w:uiPriority w:val="0"/>
    <w:pPr>
      <w:ind w:left="1246" w:hanging="1246"/>
    </w:pPr>
    <w:rPr>
      <w:rFonts w:eastAsia="公文小标宋简"/>
    </w:rPr>
  </w:style>
  <w:style w:type="paragraph" w:customStyle="1" w:styleId="25">
    <w:name w:val="Char Char Char Char"/>
    <w:basedOn w:val="1"/>
    <w:next w:val="1"/>
    <w:qFormat/>
    <w:uiPriority w:val="0"/>
    <w:pPr>
      <w:tabs>
        <w:tab w:val="left" w:pos="360"/>
      </w:tabs>
      <w:spacing w:before="156" w:beforeLines="50" w:after="312" w:afterLines="100" w:line="360" w:lineRule="auto"/>
      <w:ind w:left="2210" w:hanging="748"/>
      <w:jc w:val="center"/>
    </w:pPr>
  </w:style>
  <w:style w:type="paragraph" w:customStyle="1" w:styleId="26">
    <w:name w:val="Normal Indent"/>
    <w:basedOn w:val="1"/>
    <w:qFormat/>
    <w:uiPriority w:val="0"/>
    <w:pPr>
      <w:ind w:firstLine="630"/>
    </w:pPr>
    <w:rPr>
      <w:kern w:val="0"/>
    </w:rPr>
  </w:style>
  <w:style w:type="paragraph" w:customStyle="1" w:styleId="27">
    <w:name w:val="Char"/>
    <w:basedOn w:val="1"/>
    <w:qFormat/>
    <w:uiPriority w:val="0"/>
  </w:style>
  <w:style w:type="paragraph" w:customStyle="1" w:styleId="2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29">
    <w:name w:val="附件"/>
    <w:basedOn w:val="1"/>
    <w:qFormat/>
    <w:uiPriority w:val="0"/>
    <w:pPr>
      <w:ind w:left="1638" w:hanging="1016"/>
    </w:pPr>
  </w:style>
  <w:style w:type="paragraph" w:customStyle="1" w:styleId="30">
    <w:name w:val="抄 送"/>
    <w:basedOn w:val="24"/>
    <w:qFormat/>
    <w:uiPriority w:val="0"/>
    <w:pPr>
      <w:ind w:left="0" w:firstLine="0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4066;&#31185;&#25216;&#23616;%20%20&#24179;&#34892;&#25991;1&#21495;-2010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市科技局  平行文1号-2010</Template>
  <Company>武汉市科学技术局</Company>
  <Pages>1</Pages>
  <Words>2529</Words>
  <Characters>2644</Characters>
  <Lines>9</Lines>
  <Paragraphs>2</Paragraphs>
  <TotalTime>10</TotalTime>
  <ScaleCrop>false</ScaleCrop>
  <LinksUpToDate>false</LinksUpToDate>
  <CharactersWithSpaces>2996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2020-09-03T07:14:00Z</dcterms:created>
  <dc:creator>李云龙</dc:creator>
  <cp:lastModifiedBy>Administrator</cp:lastModifiedBy>
  <cp:lastPrinted>2024-10-28T07:06:00Z</cp:lastPrinted>
  <dcterms:modified xsi:type="dcterms:W3CDTF">2024-10-29T02:40:34Z</dcterms:modified>
  <dc:title>市科技局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9BC59BAC880A44F3B3D50521DC5AD76B_13</vt:lpwstr>
  </property>
</Properties>
</file>