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文星标宋" w:hAnsi="文星标宋" w:eastAsia="文星标宋" w:cs="文星标宋"/>
          <w:color w:val="000000"/>
          <w:sz w:val="40"/>
          <w:szCs w:val="40"/>
        </w:rPr>
      </w:pPr>
      <w:bookmarkStart w:id="0" w:name="_GoBack"/>
      <w:r>
        <w:rPr>
          <w:rFonts w:hint="eastAsia" w:ascii="文星标宋" w:hAnsi="文星标宋" w:eastAsia="文星标宋" w:cs="仿宋_GB2312"/>
          <w:color w:val="000000"/>
          <w:kern w:val="0"/>
          <w:sz w:val="40"/>
          <w:szCs w:val="40"/>
        </w:rPr>
        <w:t>2024年度</w:t>
      </w:r>
      <w:r>
        <w:rPr>
          <w:rFonts w:hint="eastAsia" w:ascii="文星标宋" w:hAnsi="文星标宋" w:eastAsia="文星标宋" w:cs="文星标宋"/>
          <w:color w:val="000000"/>
          <w:sz w:val="40"/>
          <w:szCs w:val="40"/>
        </w:rPr>
        <w:t>第一批高新技术企业认定</w:t>
      </w:r>
    </w:p>
    <w:p>
      <w:pPr>
        <w:spacing w:line="560" w:lineRule="exact"/>
        <w:jc w:val="center"/>
        <w:rPr>
          <w:rFonts w:ascii="文星标宋" w:hAnsi="文星标宋" w:eastAsia="文星标宋" w:cs="仿宋_GB2312"/>
          <w:color w:val="000000"/>
          <w:kern w:val="0"/>
          <w:sz w:val="40"/>
          <w:szCs w:val="40"/>
        </w:rPr>
      </w:pPr>
      <w:r>
        <w:rPr>
          <w:rFonts w:hint="eastAsia" w:ascii="文星标宋" w:hAnsi="文星标宋" w:eastAsia="文星标宋" w:cs="仿宋_GB2312"/>
          <w:color w:val="000000"/>
          <w:kern w:val="0"/>
          <w:sz w:val="40"/>
          <w:szCs w:val="40"/>
        </w:rPr>
        <w:t>补贴资金明细表</w:t>
      </w:r>
    </w:p>
    <w:bookmarkEnd w:id="0"/>
    <w:p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            单位：万元</w:t>
      </w:r>
    </w:p>
    <w:tbl>
      <w:tblPr>
        <w:tblStyle w:val="11"/>
        <w:tblW w:w="98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3735"/>
        <w:gridCol w:w="787"/>
        <w:gridCol w:w="638"/>
        <w:gridCol w:w="3333"/>
        <w:gridCol w:w="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tblHeader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企业名称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本年度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安排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企业名称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本年度安排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一</w:t>
            </w:r>
          </w:p>
        </w:tc>
        <w:tc>
          <w:tcPr>
            <w:tcW w:w="84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2023年首次认定高新技术企业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16600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武汉深之淼科技有限公司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武汉大熵勘察设计有限公司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武汉秀影巨石视听文化传播有限公司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武汉鳌源智能科技有限公司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尤利特佳（武汉）科技有限公司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武汉伟诺机械有限公司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中建三局第二建设安装有限公司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武汉恒泽通科技有限公司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中建三局建筑科技湖北有限公司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武汉桥立勘察设计有限公司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武汉市金娄山模具有限公司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武汉知数科技有限公司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武汉吉田金属制品有限公司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武汉中科兴达技术有限公司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武汉市聚科汽车配件有限公司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武汉牧书文化传媒有限公司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武汉市园运汽车科技有限公司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武汉泓森永兴科技有限公司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武汉鑫宝盛五金工业有限公司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武汉国佰电力设备有限公司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武汉佳服技术有限公司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武汉喻家山微系统有限公司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武汉瞳芯医疗科技有限公司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武汉光生伏特技术有限公司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湖北蔬品荟农牧发展有限公司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武汉腾科智能科技有限公司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武汉中和物理生态技术应用有限公司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武汉旭丰信息工程有限公司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武汉淇涵文化传媒有限公司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武汉连盛塑料有限公司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湖北宁华科技有限公司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湖北拾乘肆文化传媒有限公司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武汉联路工程设计有限公司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武汉天韵基胜建筑工程有限公司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武汉快创科技有限公司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武汉金鹏圣汽车零部件有限公司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湖北和黄凯玛仕环境科技工程有限公司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湖北鸿洲幕墙钢结构有限公司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武汉君石机械工程有限公司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武汉华鑫丰机械有限公司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武汉思远创科自动化机电设备有限公司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武汉亿霆零部件有限公司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武汉佳聚洪科技有限公司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武汉伟世鑫五金制品有限公司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鸿达鑫精密五金制造（武汉）有限公司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武汉要图科技有限公司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中丹（湖北）科技有限公司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湖北青垚环境有限公司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武汉恒耀逸驰系统工程有限公司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武汉飞帛丝科技有限公司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武汉博锐扬铁路装备有限公司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武汉维晨科技有限公司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湖北省环境科学研究院环境工程设计所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武汉诚峻机械制造有限公司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武汉蓝清环保科技有限公司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武汉申德模具有限公司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武汉楷拓生物科技有限公司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武汉爱瑞汽车零部件科技有限公司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武汉欧光科技有限公司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武汉麓谷科技有限公司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湖北同偕加固更新工程技术有限公司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冠雅建设有限公司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武汉思远科技有限公司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武汉星斗云科技有限公司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武汉经纬万方测绘有限公司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武汉优化美科技有限公司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武汉贝一食品有限公司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武汉美达睿信息科技有限公司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武汉赛点企业管理咨询有限公司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武汉隆泰宏兴科技有限公司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武汉华源信息科技有限公司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武汉译兆京信息技术有限公司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武汉拉之图科技有限公司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项山（武汉）科技有限公司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武汉晋禾文化传播有限公司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武汉隆美盛塑业有限公司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武汉希诺智能医学有限公司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武汉爱为网络科技有限公司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武汉幸至科技有限公司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武汉微知行科技有限公司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中建八局华中建设有限公司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武汉脑链科技有限公司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武汉市雨后科技有限公司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武汉盛华鑫建筑材料有限责任公司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湖北荟舒服信息科技服务有限公司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武汉青雀科技有限公司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武汉江汉城市科技发展有限公司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武汉华测卫星技术有限公司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武汉瑞博通广告有限公司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武汉煜兴自动化科技有限公司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湖北联投城市运营有限公司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湖北联悦信息工程有限公司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武汉微环控技术有限公司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武汉嘉河世纪科技有限公司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武汉长煜信息科技有限公司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武汉湛素科技有限公司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武汉万爵建筑装饰设计工程有限公司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武汉玖思控制软件有限公司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武汉市利春金属结构工程有限公司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玮迪机电设备制造（武汉）有限公司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湖北克莱沃工程设计建设研究院有限公司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武汉爱盛达科技有限公司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武汉市世星机械制造有限公司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武汉造象影视传媒有限公司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武汉市万睿数字运营有限公司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湖北锦烨盛建设有限公司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武汉网天达信息科技有限公司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湖北尚维嘉智能科技有限公司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武汉康进医疗科技有限公司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武汉浦洛通医学检验实验室有限公司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武汉瑞宁生物药业有限公司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湖北华远检测技术有限公司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武汉鲲鹏光年科技有限公司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武汉天星鸿业文化传播有限公司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绿建之窗（武汉）科技有限公司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武汉精益制衣有限公司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武汉央鼎科技有限公司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湖北寒武系科技有限公司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武汉量子态科技有限公司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武汉焓熵冷暖设备有限公司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武汉美尔汀环保科技有限公司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武汉康格顿科技有限公司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武汉优哩互联网科技有限公司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汉达菲（武汉）玻璃有限公司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武汉武测环能科技有限公司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武汉博志宇恒科技有限公司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武汉格智新材料有限公司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湖北长勘工程有限公司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武汉国星电力科技有限公司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武汉蓝凌协同软件技术有限公司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湖北鑫麦德森防护工程有限公司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武汉守心建筑安装工程有限公司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武汉下饭文化传播有限公司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武汉安意如信息技术有限公司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武汉新朗光电科技有限公司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武汉宝信汽车配件有限公司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武汉休格科技有限公司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武汉品戈智能科技有限公司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武汉坊肆文创科技有限公司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武汉瑞工机电有限公司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必达必途（湖北）信息技术有限公司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武汉加特林光学仪器有限公司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武汉美洛皙华科技有限责任公司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武汉地美特新型材料工程有限公司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武汉市光亚新能源科技有限公司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武汉深流信息技术有限公司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钢构管家（湖北）网络服务有限公司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武汉利楚电力科技有限公司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湖北优路通达教育科技有限公司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湖北飞炀智能科技有限公司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武汉博易讯信息科技有限公司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武汉圣荷赛科技有限公司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武汉金一诺机械设备有限公司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湖北柏泉茶园科技有限公司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武汉研鹿教育科技有限公司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武汉绿格林电源技术有限公司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武汉华谱生物科技有限公司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武汉软服信息技术有限公司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武汉冰豪建筑工程有限公司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武汉华塑亿美工贸有限公司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武汉溢呼百应信息技术有限公司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武汉人人孕健康科技有限公司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武汉盟重文化传媒有限公司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炬福智慧建设工程（湖北）有限公司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湖北诺驰科技咨询有限公司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武汉再来科技有限公司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武汉爱迪软件技术有限公司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武汉艾未来智能科技有限公司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武汉解构生物科技有限公司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武汉微海腾飞科技有限公司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武汉蔚澜新能源科技有限公司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武汉力丰通用机械有限公司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优迪数字信息技术（武汉）有限责任公司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湖北智浩工程有限责任公司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武汉兰清科技有限公司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汉创新材涂层（武汉）有限公司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武汉耕火科技有限公司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武汉晨浩龙通信科技有限公司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武汉溟大科技有限公司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武汉东高科技有限公司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武汉数因科技有限公司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武汉工学智联科技有限公司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湖北佳博建设有限公司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武汉恒珑新材料有限公司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湖北路祥化工科技有限公司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湖北中创智优科技有限公司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吉尔克史通讯科技（武汉）有限公司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武汉嗨湃科技有限公司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武汉米迦列科技有限公司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武汉鑫旺达包装有限公司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武汉赛康特生物科技有限公司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武汉胜天捷科物联科技有限公司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湖北讯泰通信电子有限公司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武汉桑惠汽车零部件有限公司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武汉环益电机智能科技有限公司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武汉易嘉技术服务有限公司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武汉雷丰汽车零部件有限公司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武汉航威新材料科技有限公司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湖北华酷科技有限公司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武汉市晟煜顺金属制造有限公司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武汉能像信息技术有限公司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烁鑫教育科技（武汉）有限公司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武汉千湖宝典生物科技有限公司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武汉睿和环境技术有限公司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武汉旭辉印务有限公司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武汉永飞弘信息科技有限公司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武汉固德沐林生物科技有限公司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武汉平安好医医学影像诊断中心有限公司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武汉熠微科技有限公司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湖北恒国源科技有限公司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武汉众柴科技有限公司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武汉智立和深度科技有限公司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汉银精艺（湖北）科技有限公司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鼎之信（武汉）科技有限公司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武汉红焱果科技有限公司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武汉容一科技有限公司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武汉慕言科技有限公司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武汉记忆鱼科技有限公司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武汉翼骏自动化科技有限公司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武汉天立华高电气设备有限公司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武汉收网科技有限公司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湖北正迅喜通新能源科技有限公司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湖北模升鑫科技有限公司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武汉悟之锦科技有限公司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武汉智民机器人有限公司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武汉淼顺科技有限公司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平勒同源（武汉）汽车零部件科技有限公司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武汉大康伟业智能系统集成有限公司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武汉优度智联科技有限公司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武汉特光科技有限公司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武汉普斯迪电力科技有限公司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湖北联投千方科技有限公司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捷瑞数字科技（湖北）有限公司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湖北冠川隆晟建设有限公司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武汉星启云科技有限公司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武汉安屏技术有限公司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武汉新中环环保有限公司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武汉科思达数控技术有限公司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武汉博格纳科技有限公司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武汉普信尔科技有限公司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湖北瑞达科研检测有限公司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武汉中翔达汽车零部件有限公司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武汉程波瓦楞纸箱包装服务有限公司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湖北曼德克环境科技有限公司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武汉三维陶瓷科技有限公司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楚天锦泰（武汉）科技有限公司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华准智能检测技术（武汉）有限公司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武汉创艺和信科技有限公司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武汉蓝嵊科技有限公司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湖北文澜科技有限公司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博科立泰（武汉）技术咨询服务有限公司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武汉融鑫创新科技有限公司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武汉博莱生态农业科技有限公司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武汉市翎澜光电科技有限公司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武汉中环达项目咨询管理有限公司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武汉美佳和信装饰材料有限公司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武汉施泰通科技有限公司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湖北博奥新媒科技有限公司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武汉中溯测控技术有限公司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武汉壹鸣通数字科技有限公司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湖北鼎万机电设备有限公司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智联新能电力科技有限公司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湖北凯源通泰机电设备有限公司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武汉凯世博雷科技有限公司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武汉爽润科技有限公司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武汉日升电子科技有限公司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武汉楚彩图文广告有限公司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武汉琳海通恒科技有限公司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湖北兴可邦新材料科技有限公司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武汉趣玩科技有限公司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武汉芸希信息科技有限公司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武汉金灿灿科技有限公司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武汉众金数为科技有限公司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湖北昕晨工程技术有限公司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武汉腾天华脉电子有限公司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武汉雅立新广告有限公司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武汉市维乐丰科技发展有限公司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火凤云计算有限公司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武汉既济检测技术有限公司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武汉盏行堂科技有限公司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武汉嘉航精密机械有限公司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武汉富盛达科技有限公司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时来星转（武汉）网络科技有限公司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铁四院武汉检测技术有限公司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中建三局信息科技有限公司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武汉鑫合盛电气工程有限公司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武汉二进制半导体有限公司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武汉卓瑞芯科技有限公司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武汉米胜智能科技有限公司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湖北合越信科技有限公司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武汉市菲亚特软件有限公司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武汉城勘科技有限公司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湖北云楚电梯有限公司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武汉文然康科技有限公司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汉沃科技（武汉）有限公司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湖北天越工程管理有限公司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武汉三公子科技有限公司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武汉炬火光电科技有限公司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美欧微科医疗武汉有限公司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武汉志汇达科技有限公司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武汉华航检测科技有限公司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武汉亿昕科技有限公司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湖北火控安防科技有限公司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武汉飞攀网络科技有限公司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湖北泽语鑫枘电力设备工程有限公司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武汉万家贝贝科技有限公司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湖北会师科技有限公司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武汉市天宝印务有限公司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武汉绿之缘生物科技有限公司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武汉酷锘科技有限公司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武汉九陵信息技术有限公司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武汉恒纪元科技有限公司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武汉创投生物科技有限公司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武汉鸿羽信息技术有限公司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武汉志尚之星集成房屋有限公司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湖北正晟净化科技有限公司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武汉青穗智能科技有限公司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武汉高翎智能科技有限公司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武汉宇辰档案信息科技有限公司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武汉华鼎同创精密制造有限公司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武汉永利信塑料有限公司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武汉华辰茂科技有限公司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武汉锦芸寰培科技有限公司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武汉景智丰辰工程项目管理有限公司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武汉敏思特体育文化传播有限公司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武汉意诚达网络工程有限公司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唯实科技（湖北）有限公司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武汉市海益丰机械设备有限公司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武汉市科信创达通信科技有限公司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武汉鑫亮洁门窗有限公司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东进之光（武汉）科技发展有限公司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武汉叠映文化传播有限公司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武汉慧谷时空科技有限公司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武汉创本策点科技咨询有限公司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武汉优立信精密机械制造有限公司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智国科技集团有限公司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武汉航福聚科技产业发展有限公司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武汉生科微生物科技有限公司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武汉精诚伟创精密机械有限公司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武汉思维电子技术工程有限责任公司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武汉旭裕建筑科技有限公司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武汉纳斯恩科技有限公司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武汉本征电气有限公司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艾格米创（武汉）设计服务有限公司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武汉璨誉科技有限公司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湖北摩内科技有限公司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武汉新可信息技术有限公司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武汉凌云志机场保障技术有限公司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湖北鑫洪泰精密模具有限公司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湖北多普达科技有限公司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武汉宇微光学软件有限公司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武汉思越新材料有限公司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武汉宝乐佳信息科技有限公司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武汉青锐软业科技有限公司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智慧体育产业发展（武汉）有限公司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武汉协德医疗科技有限公司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武汉百斯泰机械科技有限公司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武汉林瑞升包装科技有限公司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武汉淘维网络科技有限公司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武汉合造光科技有限公司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湖北青目科技发展有限公司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武汉博昂泰捷科技有限公司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武汉中科锐达科技有限公司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武汉燕楚方阵科技有限公司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武汉热解无限能源科技有限公司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武汉艺塑科技有限公司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湖北新盖世信息科技有限公司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湖北星期一科技有限公司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武汉巴斯可光电仪器有限公司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武汉海基信控科技有限公司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精壹致远（武汉）信息技术有限公司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湖北中软科怡档案信息技术有限公司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武汉亿捷软件开发有限公司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湖北禹大生态环境有限公司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武汉荟鑫智能系统有限公司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义成建工集团有限公司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湖北鲧石智能科技有限公司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武汉市科发铁合金有限公司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武汉特高压电力科技有限公司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武汉洁米美车智能科技有限公司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武汉九通农丰动物保健品有限公司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湖北九钰技术有限公司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武汉锦泰源工程技术有限公司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武汉百丰科技有限公司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武汉彤晨瑞信息技术有限公司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武汉晟文芯微电子科技有限公司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武汉聚思维技术有限公司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武汉得华云机电科技有限公司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武汉菲越生物科技有限公司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德勤联行创意（武汉）科技有限公司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武汉市嘉信科技服务有限公司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武汉优隆纳米科技有限公司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武汉众合天成环保科技有限公司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武汉梵新科技有限公司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武汉强阳胜科技有限公司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武汉泓软瑞辰科技有限公司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武汉勃源网络科技有限公司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浦录科技（湖北）有限公司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武汉星火众达信息技术有限公司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武汉中雕锐德激光技术有限公司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武汉德广仕顺医疗科技有限公司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武汉焊玛智能装备有限公司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武汉满天星金属制品有限公司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湖北宝妈赋能网络科技有限公司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武汉四通智辰科技有限公司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武汉杰易传媒有限公司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武汉微艺达智能科技有限公司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武汉云智数通科技有限公司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湖北电工联盟建设管理有限公司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武汉菲亚姆电气有限公司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武汉云孟科技有限公司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武汉中驿科技有限公司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武汉光至数科软件技术有限公司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武汉源景视界科技有限公司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武汉鑫卓雅科技发展有限公司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湖北青柚籽科技发展有限公司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武汉新尔文科技有限公司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科汉同盛（武汉）科技有限公司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湖北恒威智诚科技有限公司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夸克泰克（武汉）工业科技有限公司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武汉星影卓宇电子科技有限公司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武汉精奕芯设备有限公司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武汉广盛天皓工程技术有限公司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湖北虎泉药业有限公司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武汉创大思维网络科技有限公司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武汉道禾智能设备有限公司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武汉市物为信息技术有限公司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武汉市欣慕沛环保有限公司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武汉正午网络科技有限责任公司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武汉经纬时空航空科技有限公司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易睿德（武汉）物联网有限公司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武汉航戎科技有限公司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国元新能源科技发展（武汉）有限公司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武汉学职教育咨询有限公司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武汉达芬奇科技有限公司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武汉双力弹簧制造有限公司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长江国际水利水电工程建设有限公司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武汉走起科技有限公司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武汉德诚众邦科技有限公司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武汉云中匠人科技有限公司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武汉颖创科技有限公司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武汉魁鳌信息技术有限公司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武汉恩特信息科技有限公司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伊莱瑞特（武汉）生物技术有限公司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武汉市原点创意广告有限公司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武汉回眸一笑生物工程有限责任公司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湖北新导科技有限公司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武汉陆幺陆科技有限公司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武汉上易信息技术有限责任公司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诺臣阳光能源（武汉）有限公司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湖北武仪阀门科技有限公司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湖北南邦红外技术有限公司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武汉汇星丰智能科技有限公司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湖北聚弘科技有限公司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武汉南极光电子信息科技有限公司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武汉国瑞碧水环保科技有限公司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湖北鑫明炜建设工程有限公司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武汉现代物流研究院有限公司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武汉碟成科技有限公司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武汉果彩信息技术有限公司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武汉荣晟飞科技有限公司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湖北泊都智能科技有限公司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武汉冠达兴科技有限公司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武汉迪高装饰设计工程有限公司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湖北禾犀科技有限公司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武汉恩成建筑安装有限公司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湖北玖影科技有限公司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武汉瞪羚网络科技有限公司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湖北路源水利水电建筑工程有限公司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武汉梦马易腾智能汽车科技有限公司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武汉立得钢结构有限公司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湖北小奥科技有限公司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武汉高速数云科技有限公司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武汉钟瑞生物科技有限公司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武汉盛翔泰电力工程有限公司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武汉立承科技有限公司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武汉鸿昊农业科技有限责任公司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武汉先歌科技有限公司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武汉大华仪表有限公司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湖北骏腾拓达光电有限公司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武汉天鑫泰驰科技有限公司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湖北沛源新材料有限公司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湖北美力农业科技有限公司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武汉光谷中源协和细胞基因科技有限公司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武汉博和成环保技术有限公司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长飞光坊（武汉）科技有限公司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湖北沁润智能科技有限公司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武汉光镊科技有限公司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武汉智创兴华机械设备有限公司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武汉药食同源食品有限公司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武汉琪希科技有限公司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武汉尚佳环境科技发展有限公司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武汉佰科数控技术有限公司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中和金磊工程咨询集团有限公司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武汉市瑶贝园林绿化有限公司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武汉云中点信息科技有限公司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武汉探矿机械有限公司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武汉塑品丰科技有限公司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武汉振邦伟业科技有限公司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武汉至景软创科技有限公司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中汉威尔（湖北）电气技术有限公司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湖北有才科技有限公司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湖北中星汉能能源有限公司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中天亿信大数据（武汉）有限公司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武汉兴诚非凡科技有限公司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武汉福捷科创机电工程有限公司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湖北效益新能源有限公司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武汉宇森云数字环保科技有限公司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湖北联德顺真工程质量检测有限公司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湖北省厚土文化遗产保护有限公司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武汉赛普力市场研究有限责任公司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武汉临宸科技有限公司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武汉玖成信息科技有限公司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武汉华高慧能电气技术有限公司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湖北玖誉房地产评估有限公司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武汉班达科技有限公司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武汉亚华电炉有限公司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武汉南网中星电气有限公司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湖北三庆泰科技有限公司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武汉塞伯坦机器人有限公司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武汉柏汇达科技有限公司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武汉经邦供应链管理有限公司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武汉市水务建设工程有限公司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湖北军绿农业发展有限公司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广雅云科技（武汉）有限公司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武汉数欣科技有限公司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天业建设集团有限公司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武汉市炫能清洁能源科技有限公司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武汉华诺三维智能科技有限公司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武汉思诚印务有限公司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武汉众晟熙宸环境科技有限公司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武汉恒利多包装有限公司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武汉源于信科技有限公司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武汉宏顺宇科技有限公司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武汉仁达盛建设工程有限公司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武汉瑜岿科技有限公司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湖北安衡工程咨询有限公司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湖北中恒善能电力技术有限公司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武汉地矿网络科技有限公司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湖北润滑之道科技有限公司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湖北祺运实业有限公司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武汉天之和科技有限公司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中城乡生态环保工程有限公司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武汉晨兴软件有限公司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武汉亚美高工艺制品有限公司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湖北临空联投科技发展有限公司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湖北引航者标识设计制作有限公司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武汉精阅数字传媒科技有限公司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武汉楚能新能源有限公司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武汉光睿科技有限公司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武汉杰特骏科技有限公司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武汉骏烨科技有限公司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湖北中璟设计工程有限公司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武汉伽莱雨文化科技有限公司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武汉睿林互娱网络科技有限公司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武汉三点十五科技有限公司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武汉环岛塑胶包装有限责任公司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思城设计集团有限公司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湖北格润环测环保科技有限公司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蜂蚁科技（武汉）有限公司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武汉榆汐科技有限公司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正选知本（武汉）科技有限公司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武汉万形生态环境设计院有限公司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武汉雅元食品集团股份有限公司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武汉朱帅新技术开发有限公司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信安德（武汉）科技有限公司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武汉懒梧桐文化有限公司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湖北时代鸿泽检测科技有限公司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武汉创群信息科技有限公司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武汉祥和天承科技有限公司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武汉逸飞物流有限公司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武汉北极光辉冷链仓储有限公司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武汉敖维伟业计算机科技发展有限公司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武汉泷寅科技有限公司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武汉唐今体育科技有限公司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湖北锦晟铝业有限公司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武汉英尚科技有限公司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武汉贝斯汀智能设备有限公司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武汉予信通讯工程有限公司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武汉锐智科技发展有限公司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湖北柏信网络科技有限公司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武汉圣琪顿机电设备有限公司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武汉信达雅泰机械设备有限公司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武汉市束星科技有限公司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武汉中开维电气有限公司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武汉帕思卡电子有限公司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武汉博鲲楚达科技有限公司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湖北隽行工程管理有限公司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科能亚太铸造（武汉）有限公司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武汉小微勇士智能技术有限公司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湖北移工润滑油有限公司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武汉智勤兴合电子科技有限公司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湖北丝戋科技有限公司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湖北腾栎网络科技有限公司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武汉市智携自动化科技有限公司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武汉梵行智能科技有限公司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武汉袁美科技有限公司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埃德布鲁城市环境科技服务（武汉）有限公司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武汉智岩测控技术有限公司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武汉修远建设工程有限公司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武汉神风电气有限公司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武汉环城运维建设有限公司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武汉讯安通科技有限公司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武汉海之最食品有限公司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睿物科技（武汉）有限公司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武汉伯韬生物科技有限公司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武汉灵笛网络科技有限公司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国环科技发展（湖北）有限公司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湖北中海电线电缆有限公司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武汉优数信息技术有限公司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武汉津云兴网络科技有限公司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武汉弗里曼路桥钢结构工程有限公司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武汉鑫众合电子技术有限公司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湖北鑫华众安科技有限公司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武汉依墨众彩装饰工程有限公司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武汉青绘文化广告传播有限公司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武汉众思信息技术有限公司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武汉云上机智能科技有限公司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渝瀚程（武汉）信息科技有限公司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湖北楼市教育科技有限公司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武汉烜旭软件科技有限公司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武汉市千业塑料制品有限责任公司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武汉福民医疗器械有限公司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武汉雷铂汽车电器有限公司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东实精工齿轮（武汉）有限公司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武汉市中科亿迪科技有限公司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武汉市烽腾顺世科技有限公司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武汉创星忆辰大数据科技有限公司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武汉量谱精密仪器有限公司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武汉美日康食品有限公司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武汉尚有得科技有限公司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驰宇电力武汉有限公司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武汉鸿宝科技发展有限公司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武汉清森朗润环境技术有限公司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武汉邦昊科技有限公司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武汉锦秀梦华科技有限公司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武汉凤梧科技有限公司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湖北兴为春科技有限公司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国网湖北综合能源服务有限公司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湖北龙娣假肢矫型器材有限公司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武汉北风文化传播有限公司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湖北通运创意建设工程有限公司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武汉芙贝润生物科技有限公司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武汉麦什智能科技有限公司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武汉形创光电科技有限公司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武汉沃创空间科技有限公司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武汉一伍一拾信息系统有限公司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武汉佑尘工程勘察技术有限公司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武汉佳科软件有限公司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武汉瀚宇智联信息科技有限公司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湖北丛霖农业生态有限责任公司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武汉华大天力道路材料有限公司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武汉山叶科技发展有限责任公司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武汉博瑞东科技发展有限公司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武汉鑫源福包装制品有限公司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武汉弘太起发科技有限公司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武汉翰然科技有限公司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湖北圣洋工程技术有限公司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武汉好亮包装印刷有限公司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武汉卓远印务有限公司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武汉德巴汽车零配件有限公司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武汉集斯广宜环保科技有限公司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武汉倬慧盈通科技有限公司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六耀科技（武汉）有限公司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武汉沃鸿科技有限公司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武汉安美迅科技有限公司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中科软通（武汉）科技有限公司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武汉极动智能科技有限公司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武汉市枫明制冷设备有限公司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武汉玖益科技有限公司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武汉武科伺服机电设备有限公司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武汉塑晟科技有限公司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武汉平丰汽车零部件有限公司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武汉生惠机电技术有限公司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湖北中卓自动化设备有限公司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时针知医（武汉）科技有限公司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武汉鑫玉起源科技有限公司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海燕通用航空有限公司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武汉安美绘文化艺术传播有限公司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武汉般若云科技有限公司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武汉石青文化科技有限公司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武汉创然生态园林工程有限公司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武汉林龙科技有限公司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宸名科技（武汉）有限公司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武汉文翎机械设备有限公司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武汉成乐阳新能源有限公司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武汉智慧大厨物联网科技有限公司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武汉工麻科技有限公司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武汉知了窝科技有限公司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武汉青牛智能科技有限公司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布林凯斯（武汉）生物技术有限公司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武汉上智广链科技有限公司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武汉市明玉园林绿化有限公司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武汉烨煌科技有限公司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武汉聚星微信息科技有限公司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武汉勇奇科技有限公司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武汉紫研电气科技有限公司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武汉启尔克自动化设备有限公司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武汉德信君越环保科技有限公司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武汉冠泰噪声控制设备有限责任公司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武汉华源祥和科技有限公司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武汉虚石视效科技有限公司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湖北量控智能科技有限公司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湖北贝格能源科技有限公司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武汉淼源管业有限公司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武汉江花实业开发有限公司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武汉信德犀鸟环保科技有限公司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湖北壹曙光教育科技有限公司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炫飞体育（武汉）有限公司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湖北沃德利派生物科技有限公司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武汉鑫华超金属材料技术工程有限公司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武汉西力特科技有限公司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湖北既济电力集团有限公司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武汉市沃立讯电子科技有限公司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武汉世纪鑫业企业管理有限公司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武汉千喜胜垣科技有限公司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湖北相融检测有限公司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武汉雨神消防有限公司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武汉银汉装饰工程有限公司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武汉秦岭凌科航空电力系统有限公司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武汉中科科建建设服务股份有限公司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湖北塞思博科技有限公司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武汉明海达科技有限公司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武汉介研新材料有限公司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武汉市南北方新媒体科技有限公司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武汉戎汇电通科技有限公司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武汉易为芯光电科技有限公司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武汉合力众诚冶金新材料有限公司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武汉星辰空间科技有限公司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武汉长乘智造科技有限公司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武汉合生科技有限公司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武汉集智浩睿技术转移有限公司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武汉鑫精严科技发展有限公司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武汉晟锦科技有限公司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武汉易慧弹簧制造有限公司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武汉美艾净化技术有限公司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武汉浒水若维科技有限公司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武汉江湖纵合文化发展有限公司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武汉和正模具有限公司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湖北中文数字产业发展有限公司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武汉彩亮光电科技有限公司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武汉朗亿建筑装饰工程有限公司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湖北涌盛地信科技有限公司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阅行客（武汉）科技有限公司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武汉翰卓科技有限公司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武汉沛思信息科技有限责任公司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武汉大圣展示服务有限公司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武汉新雅景市政园林有限公司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武汉汉德运通科技有限公司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武汉福星精工欧拉绿建科技有限公司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湖北百年建设监理有限责任公司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武汉新泽新混凝土有限公司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湖北会融大数据科技有限公司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武汉大禹公路市政物资有限公司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拓鑫云（武汉）科技有限公司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武汉企盛科技有限公司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武汉开门红科技有限公司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武汉微子城科技运营有限公司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武汉河松智能科技有限公司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湖北鑫环成搬迁工程有限公司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湖北傲耀建设工程有限公司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武汉跃凌电气有限公司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武汉汇信思成科技有限公司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武汉墨菲斯科技有限公司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武汉砥砺机械制造有限公司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武汉蓝优科机械技术有限公司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武汉乐享技术有限公司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天钥光电（湖北）股份有限公司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武汉弘之业传媒科技有限公司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中能建储能科技（武汉）有限公司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耐博检测技术（武汉）有限公司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朋尼奥（武汉）科技有限公司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武汉南北信息技术有限公司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武汉木易数字科技有限公司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武汉富能启源咨询有限公司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武汉光奥光电科技有限公司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武汉昕茂高科自动化有限公司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武汉含嘉思宇科技有限公司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武汉绿能嘉业节能技术有限公司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武汉七斗光电科技有限公司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武汉伊航欣力科技有限公司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武汉微炬文化传播有限公司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武汉在超科技有限公司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武汉同创蓝天科技有限公司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武汉云创数智科技有限公司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武汉新武新制冷设备有限公司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湖北泰丰高科电气有限公司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湖北精诚伟业科技有限公司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湖北力之星智能机械装备有限公司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武汉集鑫屿信息技术有限公司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武汉市鑫丰达硬面技术有限公司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湖北大时代科技有限公司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武汉禾成之秋网络技术有限公司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武汉索立克能源技术有限公司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武汉影创新楚影视科技有限公司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武汉昕亮点科技有限公司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武汉市穹奇软件有限公司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武汉德政数码科技有限公司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武汉整合智能系统集成有限公司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武汉在水医方智能科技有限公司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湖北魏氏化学试剂股份有限公司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武汉车都生态技术有限公司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今朝食品科技有限公司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湖北正信工程项目管理有限公司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武汉施宁科技有限公司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武汉同为建材有限公司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武汉莫蔷科技有限公司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武汉联明汽车包装有限公司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武汉中部检测技术有限公司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湖北博富科技有限公司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嗨猪（武汉）信息技术有限公司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中水恒源（武汉）工程勘察设计院有限公司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武汉宝通印科技有限公司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武汉市天宇浩博印务有限公司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武汉菲信智能科技有限公司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武汉巨龙消防设备有限公司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中冶武勘工程咨询（湖北）有限公司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武汉云享智慧科技有限公司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武汉特威科技发展有限公司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武汉七枢星科技有限公司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武汉市三文科技有限公司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湖北利恒瑞密封件有限公司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武汉泓高电力技术有限公司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武汉森韵通讯工程有限公司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武汉市乐吉多广告有限公司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武汉云启航机电设备有限公司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中三信工程管理（湖北）有限责任公司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武汉科瑞创智信息技术有限公司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湖北斯力凯新型材料有限公司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武汉欣诺梦达科技有限公司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武汉数创领域科技有限公司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武汉创点智能科技有限公司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武汉欣瑞嘉源机电设备有限公司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湖北中海通水利水电工程有限公司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武汉汐宸互动科技有限公司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维思克思生物科技（武汉）有限公司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武汉盛成开源科技有限公司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武汉三合成科技有限公司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武汉盛爱源科技有限公司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武汉珺腾检测技术有限公司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武汉鸿鑫出行服务有限公司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武汉天氚包装有限公司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武汉优锐聚力工程设计研究有限公司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屋九岛（武汉）食品科技有限公司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武汉市慧峰塑料制笔有限公司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武汉步态科技有限公司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武汉咨水科技有限公司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武汉施尔诺新能源科技有限公司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武汉市南北方体育文化传播有限公司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武汉蓝快信息技术有限公司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武汉恒晟星信息科技有限公司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武汉阔落创意设计有限公司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武汉鑫玻玻璃科技有限公司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中交力诚武汉工程检测有限公司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嘉德仕（武汉）信息科技有限公司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武汉臻鼎未来科技有限公司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武汉市华电恒创电力科技有限公司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武汉积能建设工程有限公司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武汉左冰科技有限公司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武汉昂锐精密钣金有限公司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武汉市皓芯光电技术有限公司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武汉顺为众创科技有限公司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武汉鑫傲中建筑配套工程有限公司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武汉众得安科技有限公司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武汉里仁为美科技有限公司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武汉骏成恒基科技有限公司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武汉尼莫科技有限公司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武汉珞珈筑印教育科技有限公司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湖北万宇工程咨询有限公司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湖北天隆消防设施检测有限公司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武汉好支点科技有限公司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武汉智信网安科技有限公司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湖北康普特环保科技有限公司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欣宝利生物科技（武汉）有限公司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武汉观澜信息技术有限公司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武汉嘟嘟侠文化科技有限公司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武汉橙子互娱科技有限公司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武汉贝思杰信息技术有限公司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武汉京云创新科技有限公司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武汉岩迪创为信息技术有限公司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武汉华兴志远科技有限公司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武汉永贤宏德建筑装饰工程有限公司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武汉际沛语科技有限公司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武汉久哲电力设备有限公司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武汉乾升食品有限公司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武汉自由时刻体育文化发展有限公司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奶皮儿（武汉）科技有限公司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武汉美时安服网络科技发展有限责任公司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武汉海翊智行网络科技有限公司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武汉敏杰网络科技有限公司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湖北德高德义科技有限公司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武汉勤卓工程质量检测有限公司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武汉扬铁鸣科技有限公司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湖北中天天安安全工程师事务所有限公司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武汉市金仓信息技术有限公司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武汉敏智信息技术有限公司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武汉邦邦互动科技集团有限公司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武汉现代诚信建设工程有限公司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中焙食品（武汉）有限公司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武汉信天行科技有限公司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武汉万程路远新材料科技有限公司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武汉钢企硚兴电气有限公司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武汉中源教育科技有限责任公司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武汉华屹生态环境治理有限公司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湖北青龙建筑工程有限公司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优信无限科技（湖北）有限公司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武汉佰浩塑业有限公司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武汉云物智创数字科技有限公司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武汉元维科技有限公司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武汉先恒信息技术有限公司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武汉碧水天环境管理发展有限责任公司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武汉佳万康活动板房有限公司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武汉汇智信精密制造股份有限公司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湖北青云智路工程科技有限公司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武汉耀鑫兆晖科技有限公司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武汉三特索道科技发展有限公司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武汉佰莫生物科技有限公司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湖北治汇暖通设备有限公司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武汉鑫鼎旺科技发展有限公司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武汉华浔智造科技有限公司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武汉万思拓科技有限公司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武汉本杰明医药股份有限公司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德赢（武汉）生物科技有限公司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武汉马克先生科技有限公司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武汉江之信电控成套设备有限公司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湖北普泉科技工程有限公司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武汉芯丰信息科技有限公司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武汉启阳教育科技有限公司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武汉钜能科技有限责任公司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武汉恒光科技建设有限公司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武汉易百优信息科技有限公司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武汉润歌生物科技有限公司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武汉楚汉激光科技有限公司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武汉柒柒柒建筑装饰设计工程有限公司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武汉轩迪科技有限公司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传神语智（武汉）信息技术有限公司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湖北源档科技有限公司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武汉浩海空间信息技术有限公司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武汉博易创为文化传播有限公司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湖北保宝智能科技有限公司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武汉佳泰贸科技有限公司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武汉十月科技有限责任公司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武汉路特斯汽车有限公司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湖北金菲科技有限公司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武汉市迪斯奥模业有限公司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武汉科地美科技有限公司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武汉斯隆吉优光电设备有限公司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武汉利安智造汽车零部件有限公司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武汉动趣科技有限公司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宇瞻互连（武汉）信息技术有限公司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武汉合二为艺文化传播有限公司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湖北安仕达消防技术有限公司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武汉阿尔法加芯片科技有限公司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武汉乐风信息技术有限公司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起亚科技（湖北）有限公司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武汉左岸美学科技有限公司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武汉发华精密机械有限公司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武汉朗维英诺智能科技有限公司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武汉风行智联科技有限公司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武汉智豆明信息技术有限公司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武汉维迅物联科技有限公司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武汉慧尔洁生物科技有限公司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武汉梦迈家具有限公司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武汉汇意科技有限公司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湖北省缘达化工工程有限公司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湖北壹阳汇冶电气科技有限公司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泰洛伊科技（湖北）有限公司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武汉稚者如云科技有限公司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武汉光智优讯科技有限公司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武汉西格玛物联科技有限公司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一本模具（武汉）有限公司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塔夫斯医疗科技（武汉）有限公司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武汉斗联科技有限公司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武汉乐维极光信息科技有限公司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湖北天合工程技术有限公司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武汉市泽梵信息科技有限公司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武汉鑫刚强起重设备有限公司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武汉光遇网络科技有限公司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武汉杰成高建设有限公司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武汉爱赛思博尔生物科技有限公司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武汉金朵云网络科技有限公司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武汉诺银科技有限公司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武汉市春森特种水泥有限公司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湖北豫艾堂大健康科技有限公司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武汉天鑫龙不锈钢制品有限公司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湖北大维工程技术有限公司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武汉普达伟业科技有限公司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武汉者尼未来家科技有限公司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武汉斯贝卡专用汽车有限公司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湖北同清环保科技有限公司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武汉远率联大科技有限公司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湖北农趣乐信息技术有限公司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武汉谱奥生物科技有限公司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武汉紫光捷通科技有限公司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武汉臻和医学检验实验室有限公司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武汉创客兄弟网络技术有限公司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武汉普锐达科技有限公司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武汉万事莱文化科技有限公司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武汉医博康科技有限公司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武汉正美环保设备有限公司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武汉市同力达钢结构工程有限责任公司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武汉康尚时代科技有限公司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武汉丰茂包装有限公司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武汉敏成科技有限公司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武汉六相光电技术有限公司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武汉移信通网络通信技术有限公司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武汉盖特空间科技有限公司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武汉新多维空间信息技术有限公司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武汉派雅文化传媒有限公司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武汉沃图农擎科技有限公司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武汉喧晟达安防器械有限公司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奇莱克（武汉）科技有限公司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武汉亚科汉信科技有限公司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武汉光影智能技术有限公司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武汉中成智创科技有限公司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武汉格罗姆智能技术有限公司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湖北霖邻工程科技有限公司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湖北华域更新建设有限公司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湖北迈嘉仓储设备工程有限公司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羿动新能源科技有限公司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湖北亿广同盛科技有限公司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湖北博创世纪建设工程有限公司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纵横环境建设有限责任公司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极匠创合（武汉）科技发展有限公司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湖北华旭达药业有限公司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武汉牧宇传科技术有限公司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武汉汉威原力微电子有限公司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武汉数字家园科技有限公司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武汉市妙课网络科技有限公司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武汉焦耳电气科技有限公司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武汉千伏电力设备有限公司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湖北东燊科技有限公司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武汉市依隆达广告有限公司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施克菲尔（武汉）科技有限公司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湖北众乐品食品科技有限公司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湖北亚运景建设科技有限公司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武汉特富科技有限公司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易托购（武汉）信息科技有限公司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武汉惠朋智能科技有限公司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武汉瑞兴生物科技有限公司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棱镜空间（武汉）信息技术有限公司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罗辑技术（武汉）有限公司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武汉翼通远行科技有限公司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武汉科恩蓝环保科技有限公司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武汉易达万顺科技有限公司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施康培医药科技（武汉）有限公司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武汉爱修修技术服务有限公司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湖北道泽勘测设计院有限公司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武汉霏云网络科技有限公司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武汉小星信息技术有限公司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武汉数远科技有限公司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武汉市金德机电设备技术发展有限公司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武汉星睿软件科技有限公司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武汉鸿泰翔消防工程有限公司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武汉华医卫网科技有限公司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武汉瞬基智能科技有限公司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武汉新叶子建筑科技有限公司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武汉国源高电科技有限公司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武汉蓝鲸鱼科技有限公司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武汉益雍锦环保科技有限公司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湖北秀珀建设工程有限公司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武汉三环富兰特模具有限公司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湖北大场科技有限公司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湖北亿奢汇信息技术有限公司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湖北泰鑫和工业工程有限公司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武汉钓瑜岛建材科技有限公司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武汉阿森姆半导体设备有限公司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武汉金章科技有限公司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武汉库布里克科技有限公司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武汉枭陇科技有限公司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武汉华迪特电气设备有限公司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武汉瑞然建筑工程有限公司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武汉楚晨星科技有限公司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武汉翟工自动化科技有限公司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武汉宝居净源环保工程有限公司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湖北汇众杰文化传播有限公司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武汉西高华电电气有限公司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武汉达安科技有限公司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武汉恒源广志信息技术有限公司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武汉技杰自动化科技有限公司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武汉有度信息技术有限公司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湖北有斐科技有限公司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武汉腾之远精密制造有限公司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武汉倍达通信息技术有限公司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武汉雪迪制冷设备有限公司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武汉盛旌科技有限公司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武汉众睿云网科技有限公司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美嘉包装（湖北）有限公司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武汉亿纬储能有限公司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武汉嘉信建业大数据科技有限公司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武汉振声信息技术有限公司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武汉聚缘众合文化传媒有限公司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武汉华林梦想科技有限公司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湖北一见来僖科技有限公司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武汉杰新林数控技术有限公司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武汉唧唧呱呱科技有限公司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武汉庭琛信息科技有限公司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武汉方众科技发展有限公司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武汉米修文化传媒有限公司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湖北楚之屹新能源科技有限公司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中南旗胜建设有限公司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牧野汽车装备（武汉）有限公司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湖北场格数据科技有限公司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湖北维好消防技术有限公司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湖北优耐安科技有限公司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武汉米粒色科技有限公司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武汉威莎俪文化科技有限公司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湖北领研生物科技有限公司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璞信电力工程设计有限公司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武汉悦泽轩阳科技有限公司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武汉理想共达环境岩土技术有限公司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武汉康健之声科技有限公司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天下药仓股份有限公司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武汉金建翔视讯科技有限公司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金宗和实业股份有限公司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湖北学赞教育科技有限公司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乐易考（湖北）教育科技有限公司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武汉武整整流器有限公司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湖北伍喜智能科技有限公司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武汉诚创弘毅科技有限公司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武汉谨实档案管理有限公司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湖北民杰环保科技有限公司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武汉翔海海运有限公司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武汉水精灵水产设备有限公司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武汉鑫长宏塑胶有限公司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武汉蓝色原点文化发展有限公司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武汉天翌图文设计有限公司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武汉德艺技研自动化设备有限公司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湖北赫兆科技有限公司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武汉国德骏业密封技术有限公司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武汉神洁建设发展有限公司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武汉千弘顺设备制造有限公司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武汉高碳科技有限公司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武汉市云顶顶冷链有限公司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武汉深岚数字科技有限公司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武汉格涞尔实业有限公司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武汉大麦空间智能建筑有限公司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武汉市展为科技有限公司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武汉元鑫梦文化传播有限公司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湖北众韦光电科技有限公司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武汉尚方诚规划设计有限公司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武汉刷新数字科技有限公司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武汉市清源华羽环境工程设备有限公司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武汉福禄凯电气发展有限公司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武汉海默视觉网络科技有限公司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武汉凌禹信息科技有限公司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湖北恒电慧泽电力工程有限公司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武汉聚力检具工业有限公司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武汉中芬智谷文化创意发展有限公司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武汉睿米数字科技有限公司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武汉锦易成汽车零部件制造有限责任公司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武汉村助手科技有限公司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湖北磐谷科技有限公司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武汉铁盛缘机械制造有限公司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武汉凯锐热缩材料科技有限公司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湖北共同甾体药物研究院有限公司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湖北国潮文化传媒有限公司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武汉展为物联科技有限公司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武汉绘天科技有限公司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武汉什湖知音粮油食品有限公司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武汉芯宇科讯智能科技有限公司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武汉德壹信息科技有限公司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武汉汇冠科技有限公司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武汉愿博门窗制造有限公司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武汉科远达信息技术有限公司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武汉羿途网络科技有限公司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湖北中安智能科技有限公司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武汉听涛海洋工程有限责任公司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湖北世纪鑫鸿源工贸有限公司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武汉伟创达进出口有限公司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武汉乙元兴科技有限公司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阿格玛（武汉）科技有限公司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武汉昌软云科技有限公司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武汉浩诚科技有限公司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武汉旭美环境科技有限公司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武汉山川软件有限公司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湖北青龙新材料有限公司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武汉联信立德科技有限公司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中隽科技（武汉）有限公司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武汉强英新材料有限公司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武汉博熙包装材料有限公司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中勘（湖北）信息技术有限公司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睿克环境科技（中国）有限公司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武汉原生原代生物医药科技有限公司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湖北思极科技有限公司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武汉美琪林新材料有限公司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武汉鑫凝特种建筑材料有限公司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武汉洋瑶萌科技有限公司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武汉登峰云端科技有限公司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武汉市红象网络科技有限公司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武汉单细胞教育科技有限公司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武汉德施耐机电设备有限公司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武汉好伙计供应链科技有限公司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武汉绿岛生态建设投资股份有限公司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武汉德工电气有限公司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武汉致远荆瀚建筑科技有限公司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武汉车易通科技有限公司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武汉碧水投资运营有限公司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武汉市泰信达科技有限公司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武汉鑫祥安安全技术有限公司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武汉市出意汇设计有限公司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武汉志远智能控制技术有限公司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武汉迈特斯机电设备有限公司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武汉春亿双龙五金包装材料有限公司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武汉润泽康环保科技有限公司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武汉汇科思航科技有限公司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武汉市炀授视觉设计有限公司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湖北达万德建设有限公司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武汉鑫宇汇泽文化传媒有限公司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湖北迅朗建设科技有限公司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武汉阳泰科技发展有限公司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武汉数字工程研究所（中国船舶集团有限公司第七〇九研究所）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武汉伍谭昆科技有限公司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武汉北辰星高新材料科技有限公司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武汉莱克斯瑞科技发展有限公司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湖北迪思特电子科技有限公司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武汉喻芯半导体有限公司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武汉七彩光电科技有限公司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武汉利鑫晟行环保科技有限公司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武汉智汇幕墙科技有限公司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武汉市东西湖宏华纸制品有限公司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武汉海德力液压技术有限公司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湖北陆广通建设工程有限公司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武汉子纤科技有限公司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武汉盛益捷五金有限公司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武汉木林盛电子科技有限公司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量准（武汉）生命科技有限公司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武汉奥贝思科技有限公司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武汉凌晟达机械有限公司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武汉双丰安信物流有限公司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武汉泰莱数据科技有限公司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武汉窗之友中空玻璃有限公司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武汉昂迅科技有限公司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湖北融智达科技有限公司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武汉禾富信科技有限公司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武汉科禄格通风设备有限公司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武汉信安睿思信息技术有限公司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武汉新睿传奇科技有限公司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武汉汝成网络科技有限公司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武汉致炫文化传媒有限公司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武汉江瑞网络科技有限公司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小明太极（武汉）网络科技有限公司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武汉海宸星科技有限责任公司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武汉网桥通科智能科技有限公司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武汉中臣建筑设计有限公司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武汉浅奇造文化传播有限公司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武汉燊技科技有限公司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湖北同野科技有限公司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武汉万里朋程文化传媒有限公司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湖北银乾汇科技有限公司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武汉欣沛园绿色食品有限公司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湖北梦想工厂建筑设计有限公司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武汉钰申科技有限公司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武汉天悦地乐文化传媒有限公司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湖北浩骄新材料科技有限公司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泰隆尔测控工程（武汉）有限公司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湖北瑞创能源技术有限公司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武汉市铂塔斯捷科技有限公司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武汉汇泰信息科技有限公司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湖北无忧网络科技有限公司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武汉浦迈斯机械电子有限公司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武汉向佳在线科技有限公司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武汉黑话筒智能机器人有限公司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武汉谷歌香农牧饲料科技有限公司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武汉捷利伟商贸有限公司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湖北众晨光电科技有限公司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武汉宏元和科技有限公司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武汉荷花密封材料有限公司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武汉懒人猫数字科技有限公司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武汉云新锐信息技术有限公司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武汉硕谷科技有限公司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武汉莱沃智能科技有限公司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武汉市深安讯光电科技有限责任公司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湖北卡探科技有限公司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武汉征力环境工程有限公司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武汉边旭科技有限公司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湖北港投九建设工程有限公司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武汉华亿泰科技有限公司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武汉仁良营养科技有限公司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武汉百川云创信息技术股份有限公司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武汉华益蓝海科技有限公司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湖北爱派科制药设备有限公司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武汉龙达鑫晟网络科技有限公司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武汉船机盛和商贸有限责任公司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湖北鄂电智能新能源技术有限公司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武汉云知美科技有限公司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武汉艾特美光科技有限公司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武汉联清环保科技有限公司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湖北逸航网络科技有限公司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武汉泓创科技有限公司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武汉汪集汤业食品有限公司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武汉晟世嘉辰科技有限公司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武汉海珈科技有限公司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武汉多谷科技有限公司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武汉盛世景禾智能科技有限公司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武汉中瀛画框有限责任公司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武汉九仓樱科技有限公司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武汉祥星给力电气有限公司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湖北卓越腾达建设工程有限公司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湖北鄂电博源电力工程有限公司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武汉科益研创科技有限公司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湖北九州云智科技有限公司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武汉市天成达数码科技有限公司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武汉菲尔特净化设备有限公司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湖北同源环境科技有限公司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武汉易尔讯科技有限公司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武汉世瑞控制系统有限公司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武汉禾本泰医药科技有限公司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武汉文萨门科技有限公司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湖北铭瀚机电工程有限公司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武汉咏辉智能科技有限公司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武汉迅景科技有限公司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武汉矿发信息科技有限责任公司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武汉能创技术有限公司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武汉百配精密设备有限公司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武汉合美达智能装备有限公司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湖北嫦娥药业有限公司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武汉意兴跃科技有限公司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武汉万景宸消防科技有限公司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武汉珞珈晨图科技有限公司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武汉锐科智能科技有限公司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武汉鑫诚鼎盛信息技术有限公司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武汉新创传媒有限公司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湖北钢韵新材料科技有限公司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维视医学影像有限公司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武汉鲁大爷文化创意有限公司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武汉瀚汛信息技术有限公司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武汉市昌升塑料制品有限公司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武汉睿凡追梦科技服务有限公司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武汉风禄电子有限公司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湖北特能发光电科技有限公司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武汉中文启航教育科技有限公司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武汉鑫标达科技有限公司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武汉沃尔瑞塑料制品有限公司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武汉全稳科技有限公司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格瑞美科技（武汉）有限公司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武汉精奥自动化设备有限公司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北科信链（武汉）数字科技有限公司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龟兔动漫科技（武汉）有限公司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雷神（武汉）网络技术有限公司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湖北汉领环境科技有限公司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武汉兴三创科技有限公司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武汉诺伽检测技术有限公司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湖北坤顺安全技术服务有限公司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武汉中泽云科技有限公司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武汉则优合一科技有限公司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武汉蔚来模具科技有限公司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武汉顺源昇生物医药科技有限公司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湖北举凡体育文化产业发展有限公司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世好环境科技（武汉）有限公司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虫子科技（武汉）有限公司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肆库文化科技（武汉）有限公司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武汉中领科技有限公司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东风国际招标有限公司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武汉星航人工智能科技有限公司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湖北优通网络科技有限公司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武汉元昊金属结构工程有限公司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南雅富林医学科技（武汉）有限公司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湖北卓友毅工程造价咨询有限公司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武汉互亿网络科技有限公司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智立中特（武汉）生物科技有限公司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武汉市东西湖海口建筑工程有限公司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湖北恒艺新材料科技有限公司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武汉番薯汽车科技有限公司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武汉星汉空间科技有限公司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湖北长迪建筑工程有限公司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武汉中砼建材有限公司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湖北环瑞生态建设有限公司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武汉昕昌电子科技有限公司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湖北交大海事科技发展有限公司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武汉棒棒糖科技有限公司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武汉东科软动科技有限公司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武汉微康益生菌研究院有限公司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武汉海钰电子有限公司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武汉虚浮科技有限公司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武汉昌利富电子有限公司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武汉汇隆晟康智能科技有限公司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武汉汇益捷科技有限公司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武汉晟兴牧歌科技有限公司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湖北新意境文化传媒有限公司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霍桑文化传播（武汉）有限责任公司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武汉恒特嘉智能科技有限公司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武汉千仞科技发展有限责任公司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武汉代码科技有限公司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武汉南泽科技有限公司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武汉博骋译远科技有限公司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武汉三四三机器人文化科技有限责任公司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武汉山海文博科技有限公司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武汉非同意象设计有限公司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湖北佐华建设工程有限公司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武汉网格科技有限公司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湖北德彪智能设备有限公司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武汉江湖客文化传播有限公司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武汉己屿文化科技有限公司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凝动万生医疗科技（武汉）有限公司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湖北思大工业科技有限公司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菜夫人企业管理有限公司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武汉武桥桥梁钢构有限公司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武汉粟锦建筑科技有限公司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武汉富视安物联网科技有限公司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湖北多泰建设工程有限公司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武汉科顺联合防水工程有限公司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武汉秉畅科技有限公司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实质教育科技（武汉）有限公司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武汉联恒精密制造有限公司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武汉讯泰智能制造有限公司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武汉宇珏科技有限公司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亿人在线（武汉）信息技术有限公司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尚优腾跃（武汉）科技有限公司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武汉壹物新材料有限公司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武汉链享供应链科技有限公司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武汉英诺克科技有限公司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武汉微景易绘科技有限公司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湖北汇楚智生物科技有限公司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武汉因吹斯汀影视传媒有限公司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武汉莱创德技术有限公司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武汉逸飞冷链科技有限公司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武汉汉翼工业设备有限公司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湖北图钉网络科技有限公司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武汉联智赛维医疗服务有限公司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湖北南耀新能源有限责任公司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武汉阳溢科技有限公司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武汉妙笔盟文化传媒有限公司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武汉碧桃居农业发展有限公司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武汉人和通泰精密科技有限公司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武汉昆涛新能源开发有限公司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武汉有涯教育科技有限公司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武汉一祯影视科技有限公司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武汉绿房子新能源有限公司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武汉臻阅生物科技有限公司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武汉传奇云商科技有限公司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虎联智能（武汉）科技有限公司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武汉美浩恒科技有限公司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武汉浩明洪城建筑工程有限公司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武汉维他智联科技有限公司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碧满蹊环保科技（湖北）有限公司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武汉市紫牛包装制品有限公司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武汉安睿机械设备有限公司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武汉生命起源科技有限公司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武汉卡尔纳文化传媒有限公司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武汉尊米科技有限公司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湖北瀚飞新材料科技有限公司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武汉道清环保有限公司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易智航（武汉）科技有限公司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湖北刘昱伶信息科技有限公司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湖北中卓勘察设计有限公司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湖北朋悦科技集团有限公司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武汉潮代互动科技有限公司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武汉市民用建筑应用技术开发有限公司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湖北得阅科技有限责任公司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武汉智网芯科技有限公司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武汉宝久电科电子有限公司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湖北锦道源科技有限公司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武汉纤效电子科技有限公司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武汉鑫长城纸制品有限公司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湖北国硕电力科技有限公司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武汉言成智汇科技有限公司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湖北杉清杉环保科技有限公司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武汉乔普电子科技有限公司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武汉汉和两仪科技有限公司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武汉鼎鑫万通安全设备有限公司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武汉频网科技有限公司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武汉红鑫泰数控机械有限公司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湖北华智数据有限公司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武汉兴华图勘察设计有限公司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武汉谦克成环保技术有限公司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湖北聚源佳境科技发展有限公司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武汉市勤与盈软件科技有限公司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武汉星海图科技有限公司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武汉乾通元科技有限公司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武汉市倍奇科技有限公司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湖北零农兴生物科技有限公司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湖北知网信息技术有限公司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武汉秦云天合科技有限公司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武汉智景可视科技有限公司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武汉耀德机械材料有限公司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武汉微星通信工程有限公司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武汉净无尘环保科技有限公司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武汉奥诺国建建工有限公司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武汉航文信息科技有限公司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今谷神箭（湖北）科技有限责任公司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中铁十一局集团建设发展有限公司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武汉体素科技有限公司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武汉天一伟业智能系统工程有限公司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武汉天创信诚科技有限公司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武汉云岭卓创信息技术有限公司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武汉宇瑞通信科技有限公司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长联（武汉）工程监理有限公司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明理医疗科技（武汉）有限公司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武汉亿普晟科技有限公司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湖北才胜信息技术有限公司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武汉泓洋科技有限公司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武汉创洁绿境环保工程有限公司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武汉祥和浩瀚科技有限公司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武汉新桦新数字信息技术有限公司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武汉谷川瑞和安装工程有限公司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武汉至简天成科技有限公司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诺敏科达（武汉）生物科技有限公司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武汉玉泽科技有限公司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武汉锐嘉诚机械设备有限公司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武汉善思加科技有限公司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武汉帛天科技有限公司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湖北源网汇融能源技术有限公司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武汉泰江科技有限公司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武汉攀新科技有限公司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武汉小小叶子环保科技有限公司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武汉安瑞科材料有限公司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武汉宝坤航宇智能科技有限公司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武汉稳青科技有限公司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武汉知达科技有限公司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武汉中科建安工程有限公司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湖北汉孚光伏科技有限公司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武汉知而行工程设计有限公司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武汉绪安装饰工程有限公司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武汉伟通华源科技发展有限公司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湖北兴华教投信息技术有限公司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武汉兴船装备制造有限公司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武汉凌星天骄教育科技有限公司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武汉周谦科技有限公司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湖北顶武建设工程有限公司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武汉轻核聚变科技有限公司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武汉锦雄雄包装有限公司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武汉莉迪智能工程有限公司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湖北中武海能科技有限公司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武汉长威电气有限责任公司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武汉雅美佳联合新材料有限公司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立羽（武汉）文化科技有限公司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武汉钧汀科技有限公司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武汉宏量智能科技有限公司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武汉市硚口凯普特种油品有限公司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武汉科讯智园技术服务有限公司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武汉新天辰汽车饰件有限公司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武汉爱吾界科技有限公司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武汉二元科技有限公司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武汉瑞佶生物科技有限公司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武汉凯仕利数控科技有限公司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武汉筑梦星教育科技有限公司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武汉蜂巢易网科技有限公司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武汉汇德祥教育科技有限公司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湖北百贝思光电科技有限公司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武汉安诺普信息科技有限公司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湖北海内无双建设工程有限公司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武汉汉源信息技术有限公司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湖北国能优泰电力有限公司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武汉博莳信通科技有限公司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武汉市笑一笑科技有限公司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武汉博思智农科技有限公司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华靖科技（武汉）有限责任公司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湖北荟文科技股份有限公司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湖北开拓者建筑工程有限公司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武汉方汛达机械有限公司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武汉月鹿网络科技有限公司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武汉美讯达光电科技有限公司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武汉农智投科技有限公司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武汉知友帮科技有限公司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武汉楚商汇广科技有限公司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武汉凯诺星光科技有限公司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武汉中恒汇鑫信息技术有限公司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武汉恩为科技有限公司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湖北鼎食汇农业科技有限公司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武汉集信通信息技术有限公司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守正弘药（武汉）生物科技有限公司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武汉众诚图新科技有限公司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武汉易可清科技开发有限公司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湖北克锐特科技有限公司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武汉盛达高新网络科技有限公司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武汉世纪众诚科技发展有限公司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武汉先瞻算力科技有限公司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武汉智友汇科技有限公司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武汉江城华泰防水科技有限公司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武汉威蓝塑业有限公司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武汉法正信信息技术有限公司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湖北一四七科技有限公司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湖北浩源光灿科技发展有限公司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振普洲（湖北）科技有限公司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武汉中鑫辰业技术开发有限公司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武汉巨朔园林有限公司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武汉芯速捷多电子有限公司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武汉智升速创科技有限公司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华珂智成（武汉）科技有限公司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武汉市世界大健康博览会线上平台管理有限公司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武汉市楚羿金属科技有限公司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武汉斯蒙特科技有限公司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喜地农业（武汉）有限公司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湖北众行远环保科技有限公司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武汉则秀科技有限公司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武汉数智云科技有限公司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武汉秦夏科技有限公司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湖北光谷标准创新科技有限公司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武汉仕耀科技有限公司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武汉和创信息技术有限公司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武汉慧航教育科技有限公司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武汉木森运维电力工程有限公司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武汉国智宏创科技有限公司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武汉通乐科技有限公司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武汉市非尘污扰净化科技有限公司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武汉薪津科技有限公司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湖北东湖新能科技有限责任公司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简合数智（武汉）科技有限公司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湖北车安宝汽车科技有限公司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巨品建设有限公司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武汉三联瑞信电气有限公司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武汉海乐智能科技有限公司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矩圆科技武汉有限公司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武汉贝赛模式生物科技有限公司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华景船舶（武汉）有限公司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武汉天佑保平安有害生物防治有限公司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湖北华投绿智工程科技有限公司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武汉恒视鸿云供应链科技有限公司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武汉文德欣自动化科技有限公司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武汉美丽有约生物科技有限公司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武汉市天虹锦华工贸有限公司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湖北荣金源工程有限公司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湖北荣丹汇科技有限公司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武汉毅丰隆电子科技有限公司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武汉海创特装科技有限公司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武汉融昌科技有限公司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武汉鑫福源包装有限公司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湖北网曼科技有限公司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武汉巧通科技有限公司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武汉道小飞科技有限公司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武汉中控南方科技有限公司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湖北鼎聚仁合信息技术有限公司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武汉建盛和工程技术有限公司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武汉睿宏创达科技有限公司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武汉简润信息技术有限公司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武汉西川仪表有限公司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科斯迈（武汉）生物科技有限责任公司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武汉市文祥科信息咨询服务有限公司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贝宇科技（武汉）有限公司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武汉盛潮网络技术有限公司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巨视慧行（武汉）科技有限公司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武汉极妙文化创意有限公司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湖北军义达安防科技有限公司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武汉兴邦时代科技有限公司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武汉芯智达科技有限公司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湖北时鸣科技有限公司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湖北纳图建筑安装工程有限公司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武汉彤新科技有限公司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盈乾家智能科技（武汉）有限公司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武汉楚天联华高新技术开发有限公司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武汉中天科建信息科技有限公司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湖北瑞景弘衡工程技术有限公司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武汉新洪泰包装材料有限公司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武汉纳森德瑞科技有限公司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凯德慧辰（武汉）数字科技有限公司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武汉不二越机械股份有限公司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武汉普锐赛斯科技有限公司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武汉鑫驰鸿洲金属制品有限公司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武汉大衍精密光电技术有限公司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武汉杭特技术有限公司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湖北北海云天科技有限公司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武汉云苏信息科技有限公司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武汉鸥米佳科技有限公司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武汉旭日永新包装材料有限公司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武汉北极芯微电子有限公司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大成（武汉）勘察设计院有限公司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武汉丽合智造生物科技有限公司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橙鹿教育科技（湖北）有限公司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武汉千向科技有限公司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武汉益明通科技有限公司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武汉市嘉垲机械设备制造有限公司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湖北熙源电力工程有限公司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武汉海泰机电发展有限公司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武汉玛吉科技有限公司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武汉诺韦康迈科技有限公司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湖北世纪鑫立水利水电有限公司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武汉聚一科技有限公司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武汉蔡澜楚信息科技有限公司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武汉鑫铭联创科技有限公司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武汉庆诚包装印刷有限公司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武汉安准迅科技有限公司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武汉阿谷朵科技有限公司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武汉新海同欣文化发展有限公司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沃洋科技（武汉）有限责任公司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武汉福惠益佳科技有限公司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湖北玖奕电气科技有限公司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湖北壹号拍拍卖有限公司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武汉美升印务有限公司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武汉云加一科技有限公司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湖北汇普吉科技有限公司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武汉谨诚业自动化技术有限公司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武汉依码仕智能科技有限公司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武汉金鼎机电设备有限公司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悦享芯动（武汉）新能源有限公司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武汉市福欧内饰材料有限公司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武汉金点创美实业有限公司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湖北奥笙数字科技有限公司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武汉益多康生物技术有限公司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武汉水测家科技有限公司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武汉市领航三维科技有限公司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武汉鑫凯亚科技有限公司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武汉靓彩传媒有限公司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武汉康义盛生物科技有限公司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武汉控安融科技有限公司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武汉飞骢科技有限公司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武汉天宇卓越工业设备有限公司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武汉惟鑫科技有限公司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湖北沃美特环保科技有限公司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湖北零碳能源科技有限公司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武汉天感智能科技有限公司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卓尔国际工程技术有限公司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武汉博环机电有限公司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武汉博瑞世纪园林景观工程有限公司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湖北拾柴科技有限公司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武汉宸丰信息技术有限公司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武汉华楚智瑜科技有限公司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武汉创鑫激光科技有限公司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武汉中部对外经济技术合作集团有限公司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延华数字科技有限公司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湖北国盛飞腾科技有限公司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武汉幻境文化科技有限公司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招阳科技（武汉）有限公司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武汉霍尼特机器人科技有限公司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武汉万利奇科技发展有限公司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武汉天绘时空科技有限公司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中汇智想武汉新能源有限公司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武汉尚校文化艺术交流有限公司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武汉卡兹觅克动漫科技有限公司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武汉易立兴精品包装有限公司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湖北运辰科技有限公司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武汉慧晟精密机械有限公司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武汉扬光实业有限公司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武汉一合图工程设计咨询有限公司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武汉余洋浩装饰材料有限公司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武汉和格生物技术有限公司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武汉即刻信息科技有限公司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武汉晟祺精密制造有限公司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武汉泵浦科技有限公司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武汉力途精密模具制造有限公司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武汉南图电气有限公司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武汉德威电力测试设备有限公司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武汉环宁环保科技有限公司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武汉海移科技有限公司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武汉振能新能源科技有限公司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武汉茂捷信息科技有限公司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武汉志丰辰电气有限公司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武汉鑫雪制冷设备工程有限公司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武汉随身印会展印刷有限公司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像元跃动（武汉）科技有限公司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湖北杰明凯林科技有限公司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武汉御驾科技有限公司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武汉市青坪防水材料有限公司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武汉国旭天泽科技有限公司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托享云（武汉）科技有限公司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武汉意普智芯电子有限公司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赛尔博特（武汉）科技有限责任公司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武汉丰平电力科技有限公司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武汉自由美景观雕塑工程有限公司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武汉相数科技有限公司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湖北乾陇建设工程有限公司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武汉肯达科讯科技有限公司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湖北子不语网络科技有限公司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欧乐华（武汉）科技有限公司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道赛尔生物科技（武汉）有限公司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武汉市创景科技有限公司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武汉跨克信息技术有限公司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武汉敖扑数码科技有限责任公司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武汉永沁科技有限公司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武汉领控科技有限公司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武汉飞沿技术有限公司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武汉佰泰弘铭电气有限公司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武汉蓝胖猫科技有限公司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思格福（武汉）数据技术有限公司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湖北鹏鲲科技有限公司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武汉市众信奥方科技有限公司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武汉星屹智能装备有限公司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武汉友芝友生物制药股份有限公司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武汉护航自动化科技有限公司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武汉漆捌玖新材料有限公司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上御生物科技（湖北）有限公司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武汉长江神画信息传播有限公司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武汉脉冲芯电子科技有限公司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武汉创客通网络技术有限公司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湖北国测计量检测技术有限公司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武汉世帆科技有限公司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武汉珞珈智绘科技有限公司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武汉鲁班精艺智能设备有限公司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武汉宇隆禾科技有限公司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武汉亿中天设备有限公司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武汉远舢智能科技有限公司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湖北红知了数字科技有限公司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武汉德缘泰科技有限公司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武汉禾谷环保有限公司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武汉明源云科技有限公司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武汉德森特科技有限公司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奇点引力（武汉）文化科技有限公司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猫幼时空（武汉）动漫文化传播有限公司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武汉博晟智能科技有限公司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武汉一封材料科技有限公司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武汉友拓科技有限公司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武汉松子文化传播有限公司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武汉瑞合新自动化装备有限公司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武汉尚燃科技有限公司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湖北浣森建设工程有限公司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武汉固卓工程机械配件有限公司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中招采（湖北）信息科技有限公司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武汉飞扬盛世实业有限公司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湖北九瑞康农业科技有限公司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湖北钡星新材料科技有限公司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武汉车凌智联科技有限公司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悦朴数据（武汉）有限公司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武汉易仓云科技发展有限公司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武汉妙不可言科技有限公司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武汉捷福斯特电子技术工程有限公司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武汉市鹏泽机械设备有限公司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武汉浩泽建恒科技有限公司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武汉盾山环安科技有限公司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武汉环投集团新能源有限公司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大鹿（湖北）网络技术有限公司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武汉百分学府科技有限公司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武汉晓殊凡信息技术有限公司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湖北善维工程技术有限公司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巍泰技术（武汉）有限公司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武汉格正网络科技有限公司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武汉志诚环保工程有限公司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发网科技（武汉）有限公司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武汉东新众诚实业有限公司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欧尼卡光学（武汉）有限公司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武汉金里程信息科技有限公司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武汉汉灿科技有限公司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武汉泓远伟业精密科技有限公司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武汉中广恒赫建筑装饰设计有限公司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武汉天勤瑞普科技有限公司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武汉南大线缆制造有限公司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湖北柯伊梅尔暖通节能工程有限公司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武汉云月玲智科技有限公司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武汉邦景健康管理有限公司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武汉德施普文化创意有限公司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一次澄数字科技（武汉）有限公司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湖北玉泰银焕建筑工程有限公司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武汉北极风网络科技有限公司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武汉精工艺印花有限公司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武汉诚熠欣科技有限公司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武汉钮扣科技有限公司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武汉市鸣晨科技有限公司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武汉盛稀维材料科技有限公司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湖北铝拓成套设备有限公司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武汉市意居空间装饰服务有限公司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武汉仨杰园林有限责任公司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武汉市跃动无限网络科技有限公司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武汉恒骏隆科技有限公司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湖北鄂电科技有限公司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武汉禾田软件科技有限公司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武汉小牛文化传媒有限公司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武汉市华电美伦电力技术有限公司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湖北嘉通机电设备安装有限公司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武汉坤达工程造价咨询有限责任公司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武汉迅知云科技有限公司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湖北腾驰建设工程有限公司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湖北利仕安智能消防系统工程有限公司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武汉瑞马建筑装饰工程有限公司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武汉荣耀功夫科技有限公司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武汉顿杰测量仪器有限公司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武汉烽讯信通科技发展有限公司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武汉标宝印务有限公司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武汉国锦盛达物流有限公司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湖北鑫威杰建设有限公司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武汉尚丰技术有限公司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武汉研电科技有限公司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武汉瀚通数据科技有限公司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武汉焕炎科技有限公司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武汉三点区块链科技有限公司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武汉市力博尔机械有限公司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武汉思创智能装备有限公司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武汉振雄信息科技有限公司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武汉贝特乐游乐设备有限公司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武汉腾兴软件开发有限公司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武汉广行科学研究有限公司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武汉市辛圣达金属制品有限公司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湖北乐忠信工程咨询有限公司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聚泽睿凯天（武汉）供应链管理有限公司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武汉一方地工程建设有限公司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武汉万志信息科技有限公司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湖北世嘉利合信息科技有限公司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优尚和越环境科技有限公司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武汉京崎金属制品有限公司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湖北泰尼格瑞体育科技有限公司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武汉米诺鑫宇信息科技有限公司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武汉贰叁零捌文化传播有限公司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武汉鼎宸时代科技有限公司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武汉金鑫海船舶设计技术有限责任公司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武汉鑫卫达安装工程有限公司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武汉智农信科技有限公司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汉里活（武汉）文化传播有限公司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武汉智鼎云网络科技有限公司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武汉云屿科技有限公司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武汉景秀大地生态农业发展有限公司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径尔廷（武汉）信息技术有限公司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武汉创新锐科技有限公司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湖北澳振特科技有限公司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湖北而优科技有限公司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武汉新征程教育科技有限公司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武汉春申文化创意有限公司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武汉腾芯通信技术有限公司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武汉万开理创科技有限公司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舜泽（武汉）科技有限公司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武汉三联能泰水电设备有限公司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武汉菲谱光电技术有限公司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湖北耀捷智能科技有限公司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中科数云（湖北）科技有限公司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武汉亚美蝶阀科技有限公司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定格乐和传媒科技（武汉）有限公司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武汉市佳杰干燥设备有限公司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武汉翊旭格科技有限公司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武汉竞立达电子科技有限公司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湖北天惠生物科技有限公司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武汉市华鼎成新材料有限公司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湖北九州建设项目咨询管理有限责任公司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武汉康隆园科技有限公司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湖北乾景世纪科技工程有限公司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合汇美信息科技（武汉）有限公司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武汉松泽源科技发展有限公司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库泰润科压缩机技术（武汉）有限公司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武汉有为云节能科技有限公司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武汉云珀科技有限公司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武汉宏展博智能科技有限公司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湖北晋楚科技发展有限公司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武汉创研时代科技有限公司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武汉奕寰网络科技有限公司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武汉迪时葵科技有限公司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华沛（武汉）食品有限公司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武汉瑞力创科技有限公司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武汉德扬技术有限公司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湖北睿辉智固科技有限公司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武汉秉力建筑工程有限公司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湖北无限创联信息技术有限公司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武汉嗨创科技有限公司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武汉腾谱光电科技有限公司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武汉市亚宏新材料环保科技有限公司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湖北神农芳香大健康产业有限公司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武汉暖韵科技有限公司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武汉鑫华羿建筑装饰工程有限公司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维润智创工业技术（武汉）有限公司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武汉芃智科技有限公司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湖北铭物科技有限公司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戴贝尔（武汉）刀具有限公司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武汉市彩蛋科技有限公司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武汉柯赫特技术有限公司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湖北正泰输配电设备有限公司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武汉巴迅科技有限公司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武汉流浪舱建筑科技有限公司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武汉格平科技有限公司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湖北厚爱健康管理有限公司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赫尔英（武汉）科技有限公司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武汉引磁创新无人机科技有限公司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武汉合百荣信息科技有限公司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武汉三言网络科技有限公司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湖北晟硕智能科技有限公司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武汉德威赛事科技有限公司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武汉斯达锐科技有限公司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鲸目科技（武汉）有限公司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武汉斯硕科技有限公司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武汉锦优世纪印务有限公司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武汉前进阳光包装有限公司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武汉市文鼎农业生物技术有限公司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湖北迅捷智安应急科技有限公司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武汉创全域汽车科技有限公司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湖北省信产通信服务有限公司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武汉金莱百汇工业器材有限公司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武汉泽钜科技有限公司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武汉格瑞德科技有限公司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武汉源恒楼宇科技有限公司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武汉力友科技有限公司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武汉宏达丰源分离技术有限公司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武汉益优众科技有限公司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高教（武汉）新媒体技术有限公司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武汉澎湃数码科技有限公司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武汉锐器通机电工程有限公司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武汉和盈门业有限公司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武汉圣曦汇智能科技有限公司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武汉驿王科技有限公司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武汉鑫艺铜装饰工程有限公司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湖北蓝舟健康科技有限公司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武汉晓教云科技有限公司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武汉星房智云科技有限公司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武汉携欧汽车科技有限公司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湖北智慧云图科技有限公司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湖北行简科技服务有限公司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武汉梵心舞墨传媒有限公司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多莱泌生物科技（武汉）有限公司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武汉泽世信检测有限公司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武汉蒲云医学检验实验室有限公司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武汉天元光电有限责任公司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武汉瑞客特科技有限公司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武汉科盛达机械设备工程有限公司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武汉山易智能装备有限公司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武汉励金科技有限公司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武汉漫晓森数字科技有限公司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武汉闽天工程机电有限公司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武汉科斯通机电设备有限公司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武汉大卉智能科技有限公司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武汉金志文化发展有限公司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武汉诚途科技有限公司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湖北正天启建设工程有限公司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武汉翰科华兴包装有限公司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湖北筑睿科技有限公司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武汉正元聚兴科技有限公司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武汉爱思创科技有限公司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武汉数云节能科技有限公司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武汉一苇以航传媒科技有限公司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埃盟特科技（武汉）有限公司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武汉艾尔美科技有限公司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缔码生物科技（武汉）有限公司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湖北乾元上风电气工程有限公司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武汉博凯汽车零部件有限公司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武汉市韩宇天成建筑工程设计有限责任公司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湖北楚商联盟金融信息服务有限公司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武汉鸿源信息化发展有限公司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武汉瑞秋木艺有限公司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庞斯水务工程技术（湖北）有限公司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武汉尉来科技有限责任公司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武汉赛尔朗灵科技有限公司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湖北勇博科技有限公司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武汉佳永机电设备工程有限公司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迅捷能源（武汉）有限公司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武汉雷火科技有限公司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武汉瑞镭科技有限公司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华域医疗科技（武汉）有限公司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武汉烁鲸科技有限公司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武汉佳格望科技有限公司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湖北睿麟伟创动力科技有限公司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湖北祝融智慧消防工程有限公司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武汉介一文化传媒有限公司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武汉贤康园林建筑装饰工程有限公司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武汉浮木科技有限公司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武汉喆博科技有限公司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武汉鸿泰佳和智能技术有限公司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武汉奥映网络科技有限公司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武汉市来客鸟科技有限公司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武汉基建环保工程有限公司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武汉聚新世纪传媒有限公司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武汉荣瑞达包装有限公司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湖北智烨新能科技有限公司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武汉海乐嘉汽车装备工程有限公司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武汉伢网科技有限公司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易众新程文化科技（武汉）有限公司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武汉长河农业科技开发有限公司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中体投（湖北）工程设计有限公司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武汉众利辰光科技有限公司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武汉市哎哟喂网络科技有限公司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武汉硕克科技发展有限公司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武汉乐颂科技有限公司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武汉源启智能科技有限公司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武汉宝旺模具有限责任公司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达维信息技术咨询（武汉）有限公司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武汉世纪精点教育咨询股份有限公司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武汉德之盛机电有限公司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武汉大盛源工程有限公司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武汉壹壹严选科技有限公司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武汉竭诚名誉防水工程有限公司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湖北育安达科技有限公司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武汉森蓝智能科技有限责任公司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湖北长煌航空建设有限公司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沛川新材料（武汉）有限公司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武汉优准科技有限公司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武汉铭鸿达机电设备有限公司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武汉远大住宅工业有限公司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湖北鲁申锐特电力设备有限公司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口袋慧科（武汉）科技有限公司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中泊生态科技（湖北）有限公司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武汉超安科技有限公司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武汉富兴缘建筑装饰工程有限公司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武汉德诚义肢矫型康复器材有限公司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武汉东沃慧达科技有限公司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武汉特特科技有限公司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武汉市亨通科技有限公司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武汉江瑞睿培科技有限公司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武汉微粒艾伯信息技术有限公司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湖北金硕电子有限公司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武汉比奇电力有限公司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武汉卡特云智能科技有限公司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武汉费浦鑫智能科技有限公司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湖北励志教育科技有限公司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武汉好亿得模具制品有限公司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武汉市联惠友邦电子有限责任公司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武汉创意顺然星火科技有限公司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武汉博帆电子有限责任公司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武汉昕昌工贸有限公司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武汉鑫泽阳科技有限公司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武汉纵云时空信息科技有限公司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武汉铭泰沙科技有限公司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宏鸣建设湖北有限公司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湖北白露科技有限公司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武汉创蔚汽车科技有限公司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武汉鑫佰达网络科技有限公司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武汉恒信精工机电有限公司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武汉惠泽新能电气科技有限公司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武汉睿宇创科技有限公司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武汉蓝湖创合科技有限公司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武汉市勤尚鑫塑胶制品有限公司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武汉睿辰英孚科技有限公司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武汉彪锐科技有限公司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武汉创赢嘉信科技有限公司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全链路数字科技（武汉）有限公司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湖北沃德汇能科技有限公司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武汉蔚泽汽车科技有限公司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武汉秀湖水生态科技有限公司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武汉创佳奇信息技术有限公司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武汉鑫光传感科技有限公司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武汉勇创信息技术有限公司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武汉兴宇彦宸科技发展有限公司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湖北二零九工程有限公司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武汉福隆嘉科技有限公司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武汉珞超科技有限公司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武汉康菲斯机电设备有限公司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中眸医疗科技（武汉）有限公司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武汉亿磁源电力科技有限公司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武汉杰瑞斯科技有限公司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武汉汇泰丰电气有限公司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武汉雅极韵科技有限公司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武汉璇星科技有限公司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湖北川页信息系统有限公司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武汉力夺科技有限公司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武汉谊馨科技有限公司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武汉卓悦金信网络科技有限责任公司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武汉科试特电气设备有限公司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湖北雄凯建筑工程有限公司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武汉中进科科技有限公司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武汉铁猫科技有限公司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武汉和壹科技有限公司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湖北通灏科技有限公司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武汉玺兆蓝设计工程有限公司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湖北汉太金远建设工程有限公司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武汉速智智能交通服务有限公司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武汉尚君科技有限公司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星联未来（湖北）网络有限公司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武汉绘梦动漫文化传媒有限公司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武汉科斯加机械科技有限公司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联科天成（武汉）智能科技有限公司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武汉盛达铭阳工贸有限公司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多宝鱼科技有限公司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湖北大班项目管理有限公司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武汉光旭科技有限公司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武汉同合源成塑业有限公司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武汉小石科技有限公司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武汉善鼎技术有限公司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武汉市元泰林科技发展有限公司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武汉宸畅信息技术有限公司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武汉德汉万佳科技有限公司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武汉钧铭模具有限公司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武汉芯仪智控科技有限公司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武汉泰可讯科技有限公司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湖北巨脉蜻蜓科技有限公司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武汉启捷医疗科技有限公司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湖北省雷博盾科技有限公司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武汉贤恒华泰汽车零部件有限公司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武汉市欣荣智造科技有限公司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武汉齐信达机电设备有限公司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武汉大犇木业有限公司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武汉诺原科技有限公司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武汉市明远照明工程有限公司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湖北瑞韶工程科技有限公司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湖北卓森电气有限公司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武汉首握手电梯有限公司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勇发能源（武汉）有限公司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武汉钢实钢福材新型产品科技有限公司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武汉高德宏信科技有限公司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武汉仁泽天翊科技有限公司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武汉车网通科技有限公司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武汉富为汽车零部件有限公司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湖北智遵宝专用车有限公司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武汉京航机械制造有限公司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武汉皮皮龟新材料科技有限公司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武汉市舵必立科技有限公司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武汉芸傲教育科技有限公司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武汉紫菘洪山菜苔农业科技有限公司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武汉屹塔智能科技有限公司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湖北中古生物制药有限公司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武汉华源电力有限公司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湖北省润鑫舶桥防腐保温工程有限公司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中康之家医学科技（武汉）有限公司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武汉本熙精密机械有限公司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武汉诚力商品砼有限公司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武汉盛世长空科技有限公司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武汉精一佳印刷有限公司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都尔霍姆（武汉）有机农业有限公司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武汉星熠智慧科技有限公司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武汉世纪三和科技有限公司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武汉宇霁艺创科技有限公司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武汉点方科技发展有限公司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湖北诚信建筑工程质量检测有限公司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武汉耐英体育服饰有限责任公司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武汉三禾源科技有限公司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湖北君泽建设工程有限公司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湖北虎跳网络技术有限公司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湖北铂仁机电设备有限公司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武汉亚软信息技术有限公司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湖北京鹏光电科技有限公司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武汉科斯特尔科技有限公司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湖北汇韬炜业信息科技有限公司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武汉佳泽旺塑料制品有限公司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武汉文通深网科技有限公司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武汉异诚光电科技有限公司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武汉沁研科技有限公司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武汉市昂亿科技有限公司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武汉时代盛帆包装制品有限公司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武汉福边科技有限公司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武汉严道信息科技有限公司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武汉联铁交通科技有限公司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湖北东巨升建设工程有限公司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武汉筷米科技有限公司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武汉奇美特智能装备有限公司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湖北普天天创科技有限公司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武汉海慧星净化工程有限公司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武汉菱珠冷却塔有限公司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湖北君展新材料科技有限公司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武汉佰璟科技有限公司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武汉四书文化传播有限公司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湖北众达科锐建材有限公司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武汉磊金塑胶制品有限公司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武汉珞基科技有限公司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武汉华泰宏运智能科技有限公司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武汉格泰建设工程有限公司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武汉全俱来科技有限公司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武汉美伸文化发展有限公司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武汉欧捷凯智能包装有限公司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中联创科桥梁防护工程（武汉）有限公司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武汉迈凌科技有限公司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武汉北斗宇程科技有限公司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武汉鼎艺精密机械有限公司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湖北精诚明晟项目管理咨询有限公司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武汉博颖模具有限公司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湖北轩硕科技有限公司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武汉城市新能源投资有限公司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武汉航腾科技有限公司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武汉武水水利生态工程技术有限公司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武汉航行科技有限公司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中电（武汉）网安教育科技有限公司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武汉慧源亿沣企业管理有限公司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武汉源穗美玻璃有限公司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武汉来浅科技有限公司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武汉小提子科技有限公司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湖北漫镜科技有限公司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武汉睿鸿四维科技有限公司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武汉国天致远科技有限公司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武汉市众昌鑫金属科技有限公司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湖北这边那边科技有限公司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武汉兆镭凯智能制造有限公司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湖北技合科技有限公司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武汉盛兰特科技有限公司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湖北众城世纪建筑有限公司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武汉合利圣精科技有限公司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湖北腾云驾物数据服务有限公司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湖北鸿峰汇技术服务有限公司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武汉景之荣科技有限公司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武汉优品盒子科技有限公司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武汉游影年华网络科技有限公司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武汉新锐信达科技有限公司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湖北研扩智能科技有限公司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武汉网联光通科技有限公司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安纳西（武汉）全铝智能家居有限公司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东软睿驰汽车技术（武汉）有限公司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武汉诺蓓科技有限公司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万千无限（武汉）互联网发展有限公司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武汉昊华科技有限公司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武汉普思众行信息技术有限公司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武汉博纳权创信息科技有限公司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允牧科技（武汉）有限公司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武汉市洁乐康净水科技有限公司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武汉创力电磁阀有限公司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武汉瞻巡科技有限公司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武汉地质勘察基础工程有限公司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湖北天码科技有限责任公司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星空映画（武汉）科技有限公司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武汉鑫天磊装饰工程有限公司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武汉理想创客科技有限责任公司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湖北雁尊机电有限公司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武汉金波网络科技有限公司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武汉鼎力兴电子有限公司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绿创（武汉）新能源科技有限公司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武汉云智达科技有限公司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璞映（武汉）数字科技有限公司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武汉拓浦文化传媒有限公司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弘新智能科技（武汉）有限公司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湖北锡朋科技有限公司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武汉大小马物联科技有限公司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武汉凡源创新科技有限公司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武汉智谱科技有限公司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武汉金晖建设集团有限公司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驰阳智开电力科技（武汉）有限公司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武汉五芒星科技有限公司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钧航（武汉）物流信息技术有限公司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武汉交安正通科技有限公司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武汉艾普森科技有限公司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武汉市鼎动科技有限责任公司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武汉多来码信息技术有限公司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武汉镭泽尔实业有限公司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武汉胜杰精密机械有限公司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武汉市春雷金属结构制造安装工程有限公司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武汉宏弈精密制造有限公司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武汉鑫佳鑫模具科技有限公司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湖北产教融合教育研究院有限公司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武汉安世达软件技术有限公司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武汉鱼眼科技有限公司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武汉天海楚运科技服务有限公司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武汉众利成机械制造有限公司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武汉爱洁环境管理发展集团有限公司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武汉锐威特种光源有限责任公司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湖北汉创电力试验设备有限公司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湖北长惠建设工程有限公司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湖北园道工程建设有限公司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武汉沃德嘉定制家居有限公司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武汉茂驰环保科技有限公司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武汉和顺运达物流有限公司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武汉驰克智能传感技术有限公司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武汉开麦科技有限公司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武汉市纳金科技有限公司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武汉广汇泉园林工程有限公司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中泓工程技术有限公司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武汉欧亿特海洋科技有限公司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武汉曜影网络科技有限公司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武汉熵增信息技术有限公司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湖北祎科鸿升新能源有限公司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湖北瑞辰光大文化传播股份有限公司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湖北创弘建设有限公司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湖北闪速物联科技有限公司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惟恩电气（武汉）有限公司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武汉承思科技有限公司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武汉嘉艺华颂技术有限公司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武汉匠硕建筑装饰设计有限公司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武汉协越防护制品有限公司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湖北爱福鹏科技发展有限公司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武汉匠芯软件技术有限公司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武汉兆诚科技有限公司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武汉众心协智科技有限公司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中科软盈（武汉）科技有限公司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武汉众鑫强进建筑设备有限公司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武汉斯佳特科技有限公司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武汉开得利机电工程有限公司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湖北依特普电气集团有限公司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武汉迪载科技有限公司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武汉博士德生化科技有限公司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武汉中旺亿能科技发展有限公司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武汉瑞邦达智能科技有限公司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武汉快飞科技有限公司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华创天晟（武汉）科技有限公司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武汉创远俊峰互联网技术有限公司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武汉辰语达科技有限公司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武汉市百家辉建筑装饰工程有限公司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武汉听世界翻译有限公司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武汉雨恩豪迈光电信息产业有限公司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武汉合圳科技有限公司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湖北楚愿达科技有限公司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武汉民食为天食品有限公司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湖北壹平方新型建材有限公司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武汉深德联创节能环保设备有限公司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武汉鹏远机电设备制造有限公司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武汉鲸福科技有限公司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武汉博易通信息技术发展有限公司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湖北潜力科技有限公司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武汉宏栢科技有限公司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武汉难易科技有限公司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武汉科拜生物科技有限公司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武汉谐辰同创电子科技有限公司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武汉丰宾科技有限公司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安纳（武汉）信息科技有限公司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湖北希乐智控科技有限公司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芯动微电子科技（武汉）有限公司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武汉驰霸汽车零配件有限责任公司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武汉鼎泽新材料技术有限公司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武汉学友在线教育科技有限公司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武汉中科曙光坤程科技发展有限公司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武汉月之谷科技有限公司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武汉岑熙教育科技有限公司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武汉护航科技有限公司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湖北省益科环保科技有限责任公司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武汉悦友科技有限责任公司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武汉华鹏龙电子科技有限公司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武汉人福利康药业有限公司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武汉穆特精密机械有限公司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佰帕科技（武汉）有限公司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武汉宇柏炜自动化设备有限公司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湖北季原检测科技有限公司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武汉山绿冷链物流有限公司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武汉深天翔科技有限公司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武汉莫晓科技有限公司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湖北超强重工有限公司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武汉东方电化学有限公司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武汉福炜焱建筑工程有限公司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武汉市德瑞电子科技有限公司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武汉诚利时代传媒有限公司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武汉暴雪精温科技发展有限公司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湖北维思德姆自动化系统工程有限公司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武汉众挚自动化设备有限公司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湖北恒盛信诺基础建设工程检测有限公司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武汉中地视云科技有限公司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武汉信亿诚保温材料有限公司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武汉五元素科技有限公司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武汉海立方电气技术有限公司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武汉长城福钥星润滑油有限公司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武汉恒誉云科技有限公司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武汉哲顺科技发展有限公司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望墨科技（武汉）有限公司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武汉市涌永胜包装有限公司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武汉长岗智能装备有限公司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武汉海希生物科技有限公司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武汉盛海恒晖船舶科技有限公司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湖北德曦辰科技有限公司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武汉友助自动化模具有限公司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武汉市绚安互联网络有限公司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武汉幻狮科技有限公司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武汉威融逸创信息技术有限公司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湖北蓝茵生物科技有限公司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武汉小山科技有限公司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武汉子云飞文化科技有限公司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武汉大鱼工业设计有限公司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武汉迈源环保工程有限公司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湖北雄业新材料科技有限公司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普峰科技武汉有限公司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武汉双合久泰安全技术有限公司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武汉品锦盛建筑工程有限公司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武汉韵仪科技有限公司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武汉卓众达智能装备有限公司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武汉润土生物科技有限公司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聚星马粮生物科技武汉有限公司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湖北长平兴盛再生资源发展有限公司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武汉旭能环保科技有限公司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武汉一五六七互娱科技有限公司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中和润（武汉）科技有限公司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诺高工业（武汉）有限公司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湖北凯纳特科技有限公司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武汉中科华研科技有限公司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湖北楚兴捷高测控仪表设备有限公司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武汉璞艺装饰设计咨询有限公司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武汉金造行工业设备有限公司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湖北顺维信息技术有限公司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湖北讯华科技股份有限公司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武汉宏智源电气有限公司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武汉新众源档案服务有限公司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武汉佳鹏宁鸥科技有限公司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武汉造悟科技有限公司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武汉青易创乔科技有限公司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武汉恒国模型科技有限公司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武汉海洋现代工业涂装有限公司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武汉苏邦科技有限公司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武汉青冉创希科技有限公司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武汉恒智日晟科技有限公司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武汉海客瀛洲文化发展有限公司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武汉开友路网科技有限公司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阿哈空间（武汉）教育科技有限公司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涂安世纪（武汉）科技有限公司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吾思特（武汉）工业设备有限公司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鸿鹄云上（武汉）科技有限公司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湖北简拓科技有限公司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武汉远信意捷质量检测服务有限公司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武汉全田科技有限公司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武汉湘君机电制造有限公司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武汉涩费数码科技有限公司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武汉格式化涂装工程有限公司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武汉兰迪诺科技有限公司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武汉康瑞思医疗器械有限公司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武汉歆嘉逸信息技术有限公司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武汉云筑数字科技有限公司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武汉昌博鑫科技有限公司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武汉天风彩数码广告喷绘有限公司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武汉欧科木业有限公司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湖北楚阔自动化仪表有限公司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湖北智丰成科技有限公司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湖北城环信息科技有限公司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武汉璟禾源科技有限公司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武汉恒信源药业有限公司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武汉宝利通工贸有限责任公司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武汉市华科兄弟数字技术有限公司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武汉金楚天工程技术有限公司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武汉型彩贝特科技有限公司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武汉蝶梦网络科技有限公司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湖北澎博远创科技有限公司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武汉华楮迪通科技有限公司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武汉市鸿旗泰自动化设备有限公司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武汉市灿馨耀科技有限公司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武汉齐进机械制造有限公司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武汉稷下教育科技有限公司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湖北月照松电控系统有限公司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弗睿跨境电子商务（武汉）有限公司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武汉云享智能科技有限公司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武汉恒顺达利科技有限公司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武汉率真智能科技有限公司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湖北杰立赢科技发展有限公司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武汉美博尔津生物科技有限公司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武汉杰瑞达工贸有限公司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湖北良基冷却设备有限公司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武汉南鑫捷精密机械制造有限公司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湖北捷创宏远科技有限公司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武汉市紫蕴云信息科技有限公司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武汉宏兴众成科技有限公司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武汉濠赫泵阀隔膜科技有限公司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武汉新昊能源科技有限公司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武汉路远通工程设计咨询有限公司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武汉晴蛙视觉科技有限公司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武汉文驰华运科技有限公司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武汉祥曌科技有限公司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武汉康诺信医疗科技有限公司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武汉勤联装备技术有限公司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武汉尼德自动化科技有限公司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湖北鸿顺安电力建设有限公司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武汉建亨信息科技有限公司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湖北宽客信息工程有限公司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武汉星鑫海峰包装材料有限公司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湖北铁甲建设集团有限公司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湖北欣和达电气科技有限公司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武汉大易文教用品有限公司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武汉灿安消防设备有限公司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武汉四方捷通科技有限公司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武汉雄浦文化科技有限公司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武汉乐皮科技有限公司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混沌宇宙（武汉）科技有限公司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武汉万合文成广告文化传媒有限公司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湖北鑫钰鸿成科技有限公司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武汉领学创致文化传播有限公司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武汉开宇智能科技有限公司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游游鱼（武汉）信息技术有限公司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武汉奕彩阳科技有限公司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武汉科锐尔电气有限公司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武汉智兴合立科技有限公司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武汉校友动力科技有限公司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武汉简蓝低碳科技有限公司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武汉鑫福盛纸业有限公司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武汉芯睿合光电科技有限公司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武汉晨祥源自控工程有限公司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武汉市章砚书科技有限公司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武汉迈动天下信息科技有限公司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武汉犇力环境治理有限公司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武汉华明源科技有限公司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武汉速安特种装备有限公司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武汉汉皋佳鑫环保科技有限公司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武汉卓丰包装有限公司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湖北鼎标检测技术服务有限公司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武汉市新彩多印务有限公司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武汉京世达实业有限公司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武汉顺时新材料科技有限公司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武汉市尼克艺术设计有限公司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武汉美华系统集成有限公司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武汉中兴天翔汽车部件有限公司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武汉智造艾特家科技有限公司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武汉工知科技有限公司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中电云计算技术有限公司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武汉东迈机电设备工程有限公司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武汉博利雅信息科技有限公司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武汉仂创科技有限公司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武汉枫艾网络科技有限公司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武汉浩普建设有限公司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武汉亿策网络科技有限公司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武汉中生汽车饰件有限公司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湖北小童匠信息技术有限公司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湖北尚安消防科技有限公司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武汉信安合包装材料有限公司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武汉复工科技有限公司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武汉菲尔利科技有限公司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武汉羽升数字科技有限公司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武汉库锐思科技有限公司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空研（武汉）通风设备有限公司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武汉全胜建筑科技有限公司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武汉珈桥科技有限公司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武汉弗凡科技有限责任公司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武汉成平智能机电设备有限公司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武汉蜗牛创想教育科技有限公司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武汉博航电子科技有限公司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武汉楚天金铭科技有限公司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武汉迈捷英创科技有限公司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武汉慧迪云科技有限公司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武汉鸿源达生物技术有限公司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武汉东顺德桥零部件有限公司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武汉镕麟科技建设有限公司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湖北鸿鑫宇光电有限公司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武汉潮思设计有限公司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武汉暴雪时代网络科技有限公司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武汉兴辉兴机械有限公司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武汉纽克科技有限公司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武汉奥斯贝光电科技有限公司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武汉大道争鸣科技有限公司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武汉离子氮化炉有限公司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武汉兴昊诚环保科技有限公司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武汉天云创科技有限公司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湖北元创国际建筑工程顾问有限公司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武汉卓越恒信科技有限公司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武汉锐科智诚信息技术有限公司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武汉德其技术发展有限公司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湖北飞弘晟光电力工程有限公司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武汉元紫东科技有限公司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烽火祥云网络科技（湖北）有限公司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锋岚（武汉）光电科技有限公司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武汉华美勘测工程有限公司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武汉瞰望科技有限公司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武汉华瑞浩风科技有限公司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武汉国中慧通智能科技有限公司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武汉梓晟科技有限公司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联兴高合（武汉）智能装备有限公司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武汉中卓科技有限公司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湖北快嘟信息科技有限公司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武汉联信智联科技有限公司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武汉晟恺达建筑工程有限公司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武汉科利尔电泳涂料有限公司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武汉永冠翔工业设备有限公司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武汉汇美冠鸿光电科技有限公司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湖北卓中数创信息技术有限公司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武汉初心创造网络科技有限公司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武汉寒四维冷暖设备有限公司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武汉飞运达机械有限公司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武汉洪荒动力科技有限公司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武汉新顺国运涂层防护有限公司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武汉栩成网络传媒有限公司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武汉逗鲨互娱网络科技有限公司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武汉慧辰智数科技有限公司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洪辉（武汉）环境技术有限公司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武汉华丽环保产业有限公司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武汉市乐数聚品网络科技有限公司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武汉广鼎建筑装饰工程有限公司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武汉敬信汽车零部件有限公司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武汉地美达环境科技有限公司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武汉铭伦科技有限公司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湖北安达泰建设工程有限公司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武汉市莹虹电子信息有限公司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湖北鑫嘉美乐实业有限公司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武汉市龙峰科达科技设备有限公司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武汉安环科盛环保技术有限公司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湖北百平工程技术有限公司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武汉亿众团建企业管理咨询有限责任公司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武汉川山动漫文化传媒有限公司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武汉楚策检测技术有限公司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湖北联投咨询管理有限公司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武汉浦江沿浦汽车零件有限公司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武汉佳实科技有限公司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武汉瑞拉博利科技有限公司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武汉正路能源有限公司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武汉市迈佳科技有限公司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武汉炽玩网络科技有限公司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武汉市盛景鑫机械有限公司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武汉盟而知科技有限公司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武汉三专科技有限公司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武汉全付通科技有限责任公司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武汉市互云科技有限公司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武汉简化字节软件开发有限公司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湖北明视亮眼镜光学有限公司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武汉青柠绿动新能源有限公司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武汉武测检测技术有限公司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湖北晨原创艺装饰工程有限公司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武汉斯普德模具科技有限公司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武汉三通江北输送机械制造有限公司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武汉点宝科技有限公司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武汉紫白蓝网络科技有限公司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武汉新英科广告有限公司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武汉万邦暖通设备有限公司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武汉毫厘科技有限公司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武汉蓝粉鹿儿科技有限公司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武汉市鼎新金属制品有限公司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武汉赛拉斯测控仪表有限公司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武汉悟确科技有限公司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武汉进阶科技有限公司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武汉华创通科技股份有限公司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湖北怡宁能源科技有限公司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武汉富华城工业设备有限公司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武汉奈奈米农业科技有限公司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武汉亚为技术有限责任公司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武汉昌泽汽车零部件有限公司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武汉中磊智能技术有限公司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湖北天明世纪智能科技有限公司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武汉诺克萨斯科技有限公司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武汉汇杰玻璃有限责任公司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武汉诺莱工业设计有限公司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武汉芥子须弥信息技术有限公司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湖北旭钊信息科技有限公司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武汉市再生资源集团股份有限公司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武汉益欣华瑞科技有限公司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武汉市亚德机电有限公司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武汉锫铭科技有限公司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武汉雨露信息科技有限公司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武汉东盾汽车零部件有限公司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海德能（武汉）净化工程有限公司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武汉丰泰威远科技有限公司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武汉琉鑫网络科技有限公司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武汉明合瑞海实业有限公司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武汉诺和科创精密机械制造有限公司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珞珈山（武汉）工业设计有限公司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翰飞（武汉）生物科技有限公司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武汉凯文工业技术有限公司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武汉超拓自动化技术有限公司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湖北瑞硕科技有限公司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湖北德创电气有限公司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湖北寰清检测技术有限公司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武汉优易荟科技有限公司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湖北凯泽斯电气有限公司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武汉汇德立科技有限公司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武汉鑫瑞均科技开发有限公司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武汉先河同创科技有限公司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武汉视锦科技有限公司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湖北碧尔维环境科技有限公司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湖北雯欣智能科技有限公司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武汉中杭瑞科技有限公司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武汉天启动画设计有限公司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武汉卓力点科技有限公司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湖北汇兴佳诚建筑工程有限公司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武汉传木门窗有限公司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武汉博捷瑞科技有限公司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武汉净悠源环境工程有限公司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武汉安嘉威电力工程有限公司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武汉欧泰达模具有限公司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湖北巨鲸机械设备有限公司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湖北星禾嘉裕科技有限公司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武汉市汉北五金标准件有限公司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如何猫（武汉）创意科技有限公司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武汉凡响创新科技有限公司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湖北惠得多科技有限公司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武汉朝立科技有限公司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软联科技（湖北）有限公司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武汉胜捷特仪器有限公司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武汉华承汽车零部件有限公司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武汉紫泥数字文化科技有限公司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湖北蟹虾雨机械设备有限公司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武汉志诚至未科技有限公司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武汉神州旅创旅游规划有限公司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武汉泽林自动化科技有限责任公司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武汉捷路普电缆有限公司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武汉中创信安网络技术有限公司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武汉云生万物科技有限公司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武汉天兴通光电科技有限公司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武汉铸盛昌机械设备制造有限公司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武汉海纳空间设计装饰工程有限公司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武汉合德隆科技有限公司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湖北给力钢模有限公司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武汉中地依舸科技有限公司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武汉乐家佳环境科技有限公司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武汉瑞芳科技有限责任公司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武汉佳洁康有害生物防治有限公司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武汉拿住科技有限公司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武汉泰维光电技术有限责任公司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武汉宫廷生物科技有限公司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武汉联合必拓科技有限公司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武汉智之筑设计装饰工程有限公司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开拓智能装备制造武汉有限公司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湖北有帮智能科技有限公司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湖北筑选新材料有限公司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武汉盛海腾龙科技有限公司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武汉好易行交通工程建设有限公司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武汉多普德科技有限公司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武汉新智达物联科技有限公司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武汉五州润达生物医药科技有限公司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武汉兴泰机电设备有限公司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武汉世纪星鹏电气有限公司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武汉市钯金科技有限公司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武汉恒聚源机电设备工程有限公司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武汉鑫金星印务股份有限公司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湖北升涛建设工程有限公司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武汉门执互联网信息科技有限公司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武汉讯意合科技有限公司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武汉时光聚力信息科技有限公司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湖北长兴隆通信科技有限公司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武汉柒柒零科技有限公司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美醉（武汉）文化发展有限公司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武汉研图汽车技术有限公司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湖北欧亚恒通科技有限公司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武汉造合科技有限公司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湖北鑫控科技有限公司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武汉诺博特科技有限公司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武汉卓跃智能科技有限公司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湖北久泰恒昇光电科技有限公司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武汉伊势模具有限公司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小码大众（武汉）冷链物流有限公司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武汉市德昌工贸有限责任公司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釜正液压机械（武汉）有限公司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新锐科创（湖北）科技有限公司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武汉市鼎立雕塑实业集团有限公司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武汉俊海暖通工程有限公司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武汉华腾济康生物科技有限公司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湖北元贝医疗科技有限公司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点都（武汉）网络科技有限公司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海天星辰智能家居（武汉）有限公司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武汉国科方达科技有限公司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武汉沃德汇通汽车服务有限公司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武汉风百顺环保净化通风设备有限公司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清江中和建设（湖北）有限公司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武汉科智迅安信息技术有限公司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武汉爱车轩科技有限公司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武汉钰品研生物科技有限公司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湖北凯亿环保科技有限公司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凌凯工业自动化控制技术（武汉）有限公司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武汉仪方达科技有限公司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湖北千雄建设工程有限公司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武汉中设环创工程勘察设计有限公司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武汉圆归科技有限公司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武汉先导时代科技有限公司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湖北民图网络科技有限公司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武汉伟恒航达科技有限公司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海宇创新（武汉）科技有限公司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湖北威特空间信息科技有限公司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武汉盛世蓝鲸科技有限公司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湖北云鼎数谷信息技术有限公司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东风李尔汽车座椅有限公司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武汉博远减灾科技股份有限公司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武汉民鸿科技有限公司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涅伽达（武汉）信息咨询有限公司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武汉顺盟智能科技有限公司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武汉文译智慧科技有限公司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武汉学映教育科技有限公司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武汉晟德信生物科技有限公司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武汉鑫蓝波智能科技有限公司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武汉鹏路汽车有限公司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湖北长颈鹿科技有限公司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湖北蓝润环保科技有限公司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青犀环境技术（湖北）有限公司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武汉泰鑫发新材料有限公司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中城联建实业（湖北）有限公司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武汉灏方科技有限公司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武汉峰杰博弘科技有限公司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百蓁生物技术（武汉）有限公司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湖北中武电气设备有限公司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武汉红达利亿科技有限公司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湖北智逸迅通信工程有限公司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武汉鹏飞精冲机械有限公司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湖北拓普汽车零部件有限公司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南方咨询（湖北）有限公司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武汉慕青文化科技有限公司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武汉市源国科技有限公司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武汉鲲鹏微纳光电有限公司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武汉卓海电力科技工程有限公司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武汉楚璞辰钢结构有限公司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武汉沃鑫机械有限公司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武汉尚霆电气有限公司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武汉慧辰资道数据科技有限公司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武汉众源环境科技有限公司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武汉誉城九方建筑有限公司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武汉市中生宏自动化科技有限公司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中体慧晟（武汉）科技有限公司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湖北多喜成建筑有限公司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武汉泽声微电子有限公司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武汉洋光时代容器制造有限公司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武汉格物致美建筑装饰工程有限公司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武汉佳尼特环保科技有限公司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湖北汉为电力咨询有限公司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武汉臣思创智科技有限公司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武汉市浦翔电子有限公司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铭锐为民科技（武汉）有限公司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武汉蓝莲网科技有限公司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武汉茉尼施特科技有限公司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武汉麦粒谷粒科技有限公司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武汉康龙银森印刷有限公司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武汉融创家具科技有限公司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武汉海德派克密封件有限公司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武汉游途网络科技有限公司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湖北省质安检测鉴定有限公司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武汉创鑫精诚装饰广告工程有限公司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湖北乘胜工程咨询有限公司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武汉恒立特光电技术有限公司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武汉虹盟科技有限公司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霍立克工程技术有限公司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武汉光谷通用名药物研究院有限公司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湖北傲云电气有限公司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武汉智福鑫科技有限公司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湖北孺乐科技有限公司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武汉旭日红旗电缆有限公司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武汉市腾宁新材料科技有限公司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鸿峥（武汉）网络技术有限公司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武汉瑞安农业开发有限公司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武汉许愿树科技有限公司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武汉市柯丽肤科技有限公司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武汉金和成包装材料有限公司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武汉黑鲸创意文化艺术有限公司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武汉睿翔天泽工程技术有限公司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升晖致和（武汉）科技发展有限公司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武汉智芯研科技有限公司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武汉嘉辉东义建筑工程有限公司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湖北楚电科技有限公司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武汉隐向量科技有限公司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武汉环投城市管理服务有限责任公司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武汉宝学洁美保洁有限公司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武汉市晋科通科技有限公司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武汉宝学环境建设工程有限公司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武汉盛世众安智能科技有限公司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湖北慕飞家具有限公司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武汉智轩联合教育科技有限公司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武汉果冻网络科技有限公司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湖北华通工程咨询有限公司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武汉圣通群英包装有限公司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武汉华宏机械设备制造有限公司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武汉镧芯光电技术有限公司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武汉赋玉医疗科技有限公司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武汉易欧特智能制造有限公司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湖北点鲸科技有限公司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武汉恒创众利科技有限公司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湖北奥羚技术有限公司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武汉星翊科技有限公司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武汉亿倍晟科技有限公司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武汉炀和通信科技有限公司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武汉柏拉图科技有限公司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武汉精进盛纺织科技有限公司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武汉新乐涂装饰工程有限公司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湖北弘奥建设工程有限公司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武汉卓轩佳兴科技有限责任公司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武汉倍尔润环保科技有限公司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武汉市盛鼎祥机械制造有限公司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武汉光谷智能电网有限公司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武汉市诚钢科技有限公司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可瑞玛（武汉）食品有限公司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武汉机电仪表成套工程有限公司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武汉掌芯信息科技有限公司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武汉鹿天科技有限公司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武汉中新国创电气有限公司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武汉赛奥斯生物科技有限公司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武汉铁岭液压密封有限公司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湖北怡丰建材有限公司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武汉千晓晟科技有限公司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武汉鼎维技术有限公司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万胜互动（武汉）信息技术有限公司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高森智行科技（武汉）有限责任公司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武汉东硕网络科技有限公司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湖北安杰利科技发展有限公司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湖北梵图信息技术有限公司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湖北准棱行勘测规划有限公司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武汉万兴汽车零配件制造有限公司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爪哇网络科技（武汉）股份有限公司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武汉鸿庆弘工程有限公司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天隼（武汉）科技有限公司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武汉浅山如是景观设计有限公司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瑞驰踔厉（武汉）科技有限公司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武汉航道船厂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武汉市懂匠艺网络科技有限公司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武汉广联众安安防科技有限公司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武汉市三渡生物科技有限公司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武汉知境数字科技有限公司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湖北嘉绘生物科技有限公司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武汉美创亿兴信息技术有限公司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武汉市山海设计有限公司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武汉东南乾丰恒裕工程有限责任公司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武汉华创兄弟家具有限公司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开凌（武汉）环保科技有限公司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武汉陆幺捌电力科技有限公司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德宸食品配料（武汉）有限公司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湖北集木科贸有限公司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武汉奇人制冷技术有限公司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武汉金昌信汽配有限责任公司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湖北德润诚达建筑工程有限公司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武汉碳投科技有限公司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武汉蕲望居网络科技有限公司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武汉丞铎科技有限公司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武汉市节能检测中心有限公司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武汉佑盛电子科技有限公司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湖北众维项目管理咨询有限公司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武汉永宝世煜科技信息有限公司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武汉天时维璟微生物科技有限公司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武汉惠安橡胶有限公司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武汉网安可信技术有限公司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湖北阳光鸿泰实业有限公司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武汉至简增材科技有限公司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武汉纵云网络工程有限公司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武汉市精灵无人机科技有限公司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武汉市德成礼品包装彩印有限公司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湖北天翊网络科技有限公司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武汉奥弗特斯医疗器械科技有限公司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武汉点跃信息科技有限公司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武汉市遇见未来信息科技有限公司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武汉智博莱电子有限公司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武汉烨硕科技有限公司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武汉工匠精神通信设备有限公司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湖北华颂智慧信息技术有限公司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武汉全信通通信工程有限公司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武汉荣升远信息科技有限公司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湖北祯云科技产业发展有限公司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武汉启世均信息科技有限公司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武汉知顿科技有限公司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武汉栗合远信息科技有限公司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三峡智控科技有限公司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武汉灿达创信息科技有限公司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武汉驷界互联网服务有限责任公司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武汉星谱智能科技有限公司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武汉市宽途科技有限责任公司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湖北星奕筑数字科技有限公司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京日科技（武汉）有限公司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湖北思悟行创展科技有限公司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武汉臻和诚建筑装饰工程有限公司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武汉市孤鲸文化创意有限公司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湖北润之源科技有限公司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武汉众创思源科技有限公司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武汉德熠卓智节能科技有限公司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建韵工程咨询有限公司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中紫科技（武汉）有限公司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湖北腾源电力建设有限公司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武汉秀影传媒科技有限公司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湖北桔想科技有限责任公司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武汉中创环测科技有限公司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武汉地载建筑科技有限公司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武汉创茂机械有限公司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武汉利凯金刚石制品有限公司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武汉坤德信息技术股份有限公司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武汉烽眺科技有限公司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湖北优唐健康管理有限责任公司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印了么（武汉）互联网科技有限责任公司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武汉云计算科技有限公司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武汉市云上精灵科技有限公司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联兴建设湖北有限公司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武汉柏岛汽车科技有限公司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武汉精匠传动机械有限公司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武汉加合晟科技有限公司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武汉森福瑞科技有限公司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武汉大当家文化传播有限公司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武汉瑞博光电有限公司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湖北项钊阳科技有限公司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武汉蕨芽科技有限公司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武汉晟伦科技有限公司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武汉华必鑫科技有限公司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武汉宏农农牧有限公司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武汉市博文佳咨询有限公司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武汉德凯建筑装饰工程有限公司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湖北亿谦食品科技有限公司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湖北古特莱克精密机械有限公司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武汉麒域智能科技有限公司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武汉市智中环保工程有限公司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武汉市民汇中药材种植有限公司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武汉鑫博金工贸有限公司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武汉优利可科技有限公司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大熊时代（武汉）互联网科技有限公司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武汉涵海永恒防水工程有限公司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武汉亿泽工程咨询有限公司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武汉云椰子科技有限公司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武汉市新诚亿有色金属材料有限公司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武汉莫尼视界科技有限公司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武汉酷能易联科技有限公司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班贝格电气（武汉）有限公司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钰峰博克（武汉）环保科技有限公司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武汉岂明芯科技有限公司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武汉洋帆起航网络科技有限公司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武汉心界科技有限公司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湖北诚连远信科技有限公司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武汉普美克生物技术有限公司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武汉合创盛业科技有限公司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武汉本联科技有限公司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武汉心视远科技有限公司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湖北智慧综合能源产业技术研究有限公司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武汉威泰智动科技有限公司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立华合创（武汉）生物科技有限公司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武汉智嘉辰信息技术有限公司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武汉市科迈康科技有限公司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武汉威鸣电子科技有限责任公司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武汉百川祥瑞科技有限公司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武汉润达中控自动化工程有限公司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武汉博易科技有限公司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武汉楚江数据科技有限公司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武汉鑫科惠医疗科技有限公司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武汉赫尔梦提科技有限公司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武汉健康新天地科技有限公司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武汉夸父新能源科技有限公司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湖北玖天生物医药科技有限公司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圆桌创意（武汉）文化传媒有限公司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武汉弘瑞科技发展有限公司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武汉艾博思特科技有限公司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武汉市创鑫源包装有限公司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武汉星创芯电子科技有限公司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武汉顺来智能科技有限公司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武汉金源艺装饰工程有限公司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湖北东信广达科技有限公司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飞莫士（湖北）机电制造有限公司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武汉税政云科技有限公司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武汉富邦源热处理有限公司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湖北魔方新能源科技有限公司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武汉市福源木业有限公司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武汉荣牧环境工程有限公司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武汉神州旅创旅游运营管理有限公司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武汉易尔工业设备制造有限公司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武汉问天膜结构工程有限公司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武汉疆小湖文化发展有限公司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武汉韩菲裳科技有限公司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武汉市天鹏新能水处理有限公司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云羽之音智能乐器（武汉）有限公司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武汉佑禾科技有限公司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湖北绿朗环境科技有限公司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武汉宇申机械设备有限公司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武汉文汐电子科技有限公司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武汉康芯源技术有限公司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武汉璟鹍科技有限公司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武汉华盟精密模塑有限公司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斜杠文化科技（武汉）有限公司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武汉效信教育科技有限公司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武汉小云数智科技有限公司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武汉兆兴信息科技发展有限公司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武汉金百诚生物科技有限公司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武汉贞坤电子有限公司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武汉力升环保设备有限公司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曜石数据（武汉）有限公司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极世代（武汉）文化科技有限公司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盾护达（武汉）科技有限公司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武汉森源达电气有限公司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竺康建设（湖北）有限公司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武汉环流科技技术有限公司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武汉雄东科技有限公司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武汉泗海通达海事服务有限公司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湖北帆辰数字科技有限公司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湖北聚优司服信息科技有限公司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武汉曲宇邦特科技有限公司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武汉志尚勇合文化科技有限公司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武汉豪雀科技有限公司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武汉华科全达交通规划设计咨询有限公司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武汉文泽电子科技有限公司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武汉博学鑫源科技有限公司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湖北健易安健康产业有限公司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湖北湘木科技有限公司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武汉畅滴科技有限公司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湖北鹏鹍智能科技有限公司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湖北财绵科技有限公司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武汉申联工业过滤设备有限公司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武汉婕蒙科技有限公司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湖北圆派科技有限公司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武汉桐宸广告传媒有限公司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湖北昕云汇科技有限公司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武汉长方体工业有限公司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湖北悦正通工业设计有限公司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湖北鄂泰电气有限公司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湖北微矩科技有限公司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武汉美高创科建筑装饰工程有限公司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湖北迈珞科技有限公司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武汉金昱智能科技有限公司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湖北楚维科技有限公司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武汉时代电测科技有限公司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湖北海通盛达企业管理有限公司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湖北众秦文化传播有限公司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武汉圣纳科电子科技有限公司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武汉创新艺建筑装饰工程有限公司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武汉芙兰德生物科技有限公司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中国船舶集团有限公司第七二二研究所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武汉瑞兴祥新型建材有限公司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武汉鑫诚通力机电设备安装工程有限公司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武汉花源道创意纺织品有限公司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武汉华研长欣工程技术有限公司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武汉诚载科技有限公司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武汉国诚机械制造有限公司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武汉正远新能源科技有限公司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武汉市巨川高热设备有限公司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武汉至诚新锐科技有限公司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湖北方源东力电力科学研究有限公司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湖北云风泰达信息有限公司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武汉经软科技有限公司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湖北中地名诚环境工程有限公司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武汉星微千季文化科技有限责任公司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武汉迈斯特文化传播有限公司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武汉军硕科技有限公司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湖北工峰建设工程有限公司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武汉中地数控工程有限公司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武汉威拓思科技有限公司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湖北和为贵智能科技有限公司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武汉市新明亮建筑材料有限责任公司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武汉新久测科技有限公司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湖北妍创环境服务有限公司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武汉恒健泽科技有限公司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武汉华松恺和电子科技有限公司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武汉街柜科技有限公司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武汉易泽机电工程有限公司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武汉键领科技有限公司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武汉协鸿工业自动化有限公司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武汉育东赛芯微电子科技有限公司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武汉睿博泓锦仪器仪表有限公司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湖北飞智超服装辅料有限公司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武汉智美轩科技有限公司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湖北荆楚文创科技有限公司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湖北达昂科技有限公司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武汉深创流体技术有限公司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武汉学无涯文化科技有限公司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武汉群熠文化传媒有限公司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武汉文柯凝科技有限公司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武汉楚竞电竞文化传播有限公司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武汉陆驰长枋科技有限公司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武汉君捷科技有限公司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武汉三源泵业制造有限公司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武汉市本初网络科技有限公司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湖北联知科技有限公司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武汉白残月数码科技有限公司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武汉市永盛联成科技发展有限公司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武汉道奇智能科技有限公司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武汉瞻海网络科技有限责任公司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武汉市闽鄂科技有限公司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晔晔电力集团有限公司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武汉齐天鑫瑞科技有限公司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湖北爱济莱斯生物科技有限公司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武汉健康农家牧业技术服务有限责任公司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湖北省道朴科技有限公司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武汉傲星生物科技有限公司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武汉市四友汽车零部件有限责任公司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武汉鑫瑞宏科技有限公司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武汉吾吾赚科技有限公司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武汉广维能源科技有限公司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湖北沃福消防设备有限公司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武汉博扬众盈科技有限公司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武汉博源通新能源实业有限公司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汉洁环境工程（武汉）有限公司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武汉云智慧信息工程有限公司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武汉中利雅晨科技发展有限公司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武汉欣思阳建筑工程有限公司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武汉星昂科技有限公司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武汉保诚信科技有限公司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湖北新岸线科技有限公司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武汉珊瑚科技有限公司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武汉市浩达电工器材有限公司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中曙能环境科技（武汉）有限公司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武汉源易通电子科技有限公司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武汉喜水科技有限公司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湖北小马出墨科技有限公司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武汉跳出匣子科技服务有限公司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湖北琪阳科技有限公司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湖北码客部落网络科技有限公司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武汉高美智能科技有限公司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武汉宇潇智能家居有限公司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武汉领跑未来科技有限公司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武汉市宏宇文化传播有限公司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武汉像素工坊动画传媒有限公司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武汉唯舟汽车科技有限公司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武汉珈越地信科技有限公司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武汉普艾耐信息科技有限公司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湖北橙才教育研究院有限公司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武汉智水云联环境科技有限公司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武汉允同科技有限公司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逐云科技（武汉）有限公司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武汉影子基因科技有限公司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武汉阳曦绿洲科技有限公司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湖北睿彤科技有限公司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武汉宏德模具有限公司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武汉淘野科技有限公司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武汉秋叶科技有限公司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湖北蝉誉科技有限公司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武汉众力为电气工程有限公司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武汉轻洽网络技术有限公司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武汉市武甸焊接设备有限公司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武汉量为信息技术有限公司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湖北润卓环境工程有限公司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武汉汇灵宏科技有限公司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武汉麦芽教育科技有限公司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武汉文伟电子技术有限公司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武汉万林同创模塑有限公司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武汉麦希力德科技有限公司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武汉泰力塑料包装有限公司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武汉市高阁科技有限公司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武汉鼎立精创信息技术有限公司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湖北省东盛天成建筑工程有限公司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赛力德舒适家（武汉）科技有限公司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湖北道至科技有限公司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武汉未来重创教育科技有限公司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湖北省长投智慧停车有限公司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武汉韵之环科技发展有限公司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武汉宏旗讯息数据科技有限公司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朵颐（武汉）供应链有限公司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武汉利荣达包装材料有限公司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武汉京云发科技有限公司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武汉柏奥众星传媒有限公司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湖北汇联晟达环境工程有限公司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勤电通信服务有限公司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武汉耀嘉硕富信息技术有限公司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武汉莱特米电气有限公司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武汉益力宝饮品有限公司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武汉路尚互联科技有限公司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武汉天立表面技术有限公司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武汉椒乡食品有限公司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武汉方博园科技有限责任公司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武汉鸿源鼎信科技有限公司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武汉厚德力管业有限公司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武汉升望科技有限公司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湖北铭旷科技有限公司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武汉拥军至诚钢木家具有限公司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武汉恒荼嘉信息科技有限公司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武汉嘉辰通科技有限公司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武汉居中科技有限公司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武汉永惠玻璃有限公司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武汉泽华塑料制品有限公司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武汉宏亮网络技术有限公司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武汉连展工业材料有限公司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湖北彩富智能科技有限公司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湖北中构建设集团有限公司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武汉朗毅机器人有限公司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武汉兆海科技有限公司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武汉言叶文化有限公司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武汉好游科技有限公司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武汉市赋勋科技有限公司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武汉一特文化传媒有限公司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武汉贺为科技有限公司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泽恒计量检测（湖北）有限公司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武汉为之易科技有限公司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武汉市工程塑料有限公司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武汉天宇宁达科技有限公司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武汉思铃科技有限公司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武汉兰联科技有限公司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爱森德（武汉）物联科技有限公司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武汉云逸速捷智能科技有限公司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武汉烁威智能科技有限公司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武汉自然自我运动科技有限公司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武汉康圣贝泰生物科技有限公司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武汉华燃创安能源设备有限公司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武汉当康兴众生物科技有限公司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武汉锐宏环保科技有限公司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万海贝奥国际生命科学（武汉）有限公司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武汉市三江兆源工贸有限公司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武汉固理新能源科技有限公司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湖北模亨钢结构有限公司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武汉申银万国文印广告有限公司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汇成嘉行网络科技（武汉）有限公司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武汉悦畅联科技有限公司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湖北清港环保科技有限公司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武汉生命奥义生物科技有限公司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武汉紫苑智能科技有限公司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全日（武汉）供应链管理有限公司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二</w:t>
            </w:r>
          </w:p>
        </w:tc>
        <w:tc>
          <w:tcPr>
            <w:tcW w:w="84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2023年重新认定高新技术企业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9140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中建三局第二建设工程有限责任公司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武汉神州地理软件开发有限公司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武汉匠楚科技有限公司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武汉地质工程勘察院有限公司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中建三局建筑科技武汉有限公司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武汉景和建筑装饰工程有限公司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中交二航局结构工程有限公司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武汉金港穗厨房设备制造有限公司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湖北荆狮防水材料工程有限公司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武汉森泰环保股份有限公司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武汉宝普科技发展有限公司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武汉华创北斗技术有限公司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武汉市蓝博汽车部件有限公司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远大医药（中国）有限公司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武汉创和御星物流产业有限公司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武汉金测检测技术有限公司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武汉中交工程咨询顾问有限责任公司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武汉八颗星生物科技有限公司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武汉奥康五金制造有限公司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武汉中岩科技股份有限公司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武汉艾凯瑞精密模具有限公司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湖北省电力装备有限公司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辰申科技（武汉）有限公司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武汉市华康新型建材有限责任公司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武汉市普创模型技术有限公司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武汉广远科技发展有限公司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大有云城（武汉）科技有限公司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英龙华通（武汉）科技发展有限公司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武汉长城盛泰包装印刷有限公司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湖北卓铸网络科技有限公司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智博兴（武汉）测绘有限公司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武汉博水信息科技有限公司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武汉凌达压缩机有限公司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武汉胜嘉汇科技发展有限公司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武汉般若互动科技有限公司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武汉富洛泰克材料科技有限公司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武汉鑫云华制冷设备有限公司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武汉佳禾生物科技有限责任公司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武汉华培动力科技有限公司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武汉朗迪叶轮机械有限公司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武汉鑫越龙科技有限公司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武汉康宁美生物科技有限公司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武汉楚源天地科技有限公司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武汉枭龙汽车技术有限公司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武汉晟宇时空信息技术有限公司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武汉楚辰新材料科技有限公司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娲石水泥集团有限公司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武汉天娱动画设计有限公司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湖北国铁轨道交通研究院有限公司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武汉格莱信息科技有限公司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武汉精视遥测科技有限公司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武汉市白鲨鱼饵有限公司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武汉维码科技有限公司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武汉优信技术股份有限公司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武汉新实诚诺资源开发有限公司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武汉脉博信息技术有限公司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武汉中合众建筑科学工程有限公司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武汉航空仪表有限责任公司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武汉世纪众维数码图像科技有限责任公司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湖北琦硕环境发展有限公司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武汉市元大生物科技有限公司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武汉原图信息科技有限公司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武汉兰多生物科技有限公司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武汉生力光电子有限公司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湖北盛佳电器设备有限公司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中冶武勘智诚（武汉）工程技术有限公司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武汉司德宝电气有限公司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湖北荣创科技有限公司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湖北东华计量检测技术有限公司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武汉九州易信科技有限公司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武汉诺雅光电科技有限公司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瑞佳宏智能制造（武汉）有限公司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湖北炬创环境艺术工程有限公司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武汉容晟吉美科技有限公司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湖北瑞特威网络工程有限公司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武汉资信管理有限公司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湖北澳美斯汽车零部件有限公司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武汉微动机器人科技有限公司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武汉朗立创科技有限公司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武汉力龙信息科技股份有限公司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武汉象点科技有限公司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快客云科技（武汉）有限公司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武汉至臻空间展览装饰工程有限公司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武汉黄山头建设科技有限公司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武汉中科坤德科技有限公司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武汉豆听科技有限公司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武汉忞丰科技有限公司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武汉锐准智能装备科技有限公司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湖北瀚能环保工程有限公司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武汉嘉一三维技术应用有限公司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武汉前兴科技股份有限公司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武汉武湖电缆有限公司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武汉双绿源创芯科技研究院有限公司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武汉金禾粮食机械有限公司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艾欧创想智能科技（武汉）有限公司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武汉卓讯互动信息科技有限公司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武汉茵桴信息技术有限公司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武汉长江控制设备研究所有限公司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菲优特环保净化工程（武汉）有限公司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武汉两点十分文化传播有限公司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武汉华易科技有限公司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武汉市衡德实业有限公司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湖北锦程数字城市技术有限公司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美的集团武汉制冷设备有限公司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武汉联成政通科技有限公司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武汉威克睿特科技有限公司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武汉鼎塑实业有限公司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武汉麦朗医疗科技有限公司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武汉白禾草科技有限公司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武汉倍能节电科技有限公司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武汉艺画开天文化传播有限公司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武汉阿兰诺数据科技有限公司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武汉恒力丰科技有限公司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武汉承天液压机电设备有限公司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武汉明志医学检验实验室有限公司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武汉立为工程技术有限公司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武汉智觉空间信息技术有限公司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武汉拓优智能股份有限公司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武汉艾德杰电子有限责任公司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武汉意普科技有限责任公司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武汉梦软科技有限公司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武汉恒乐矿物工程设备有限公司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武汉人天机器人工程有限公司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武汉中地大非开挖研究院有限公司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湖北今古传奇数字新媒体有限公司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榕知科技（武汉）有限公司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武汉英卡科技有限公司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景网技术有限公司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湖北汉能既济电力科技发展有限公司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武汉博源中测检测科技有限公司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丰天鼎业科技有限公司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武汉万业达电气有限公司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武汉曲境空间科技有限公司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武汉瑞莱保科技有限公司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全度环保（武汉）有限公司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武汉捷泰天地科技有限公司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武汉先思科技有限公司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武汉国量仪器有限公司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三尚创客（武汉）信息技术有限公司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武汉集客科技有限公司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武汉戴美激光科技有限公司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武汉宁致远汽车配件有限公司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武汉天扬凯先科技有限公司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武汉宝悍焊接设备有限公司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武汉汇电能源科技股份有限公司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湖北华信中正检测技术有限公司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武汉聚源博创科技有限公司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武汉蓝色创新医疗科技有限公司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武汉毅弘智能控制技术有限公司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武汉永清环保科技工程有限公司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武汉天大天财科技有限公司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武汉光韵达科技有限公司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武汉欣华隆科技有限公司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湖北省科技传媒有限责任公司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武汉合研生物医药科技有限公司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哇点（武汉）科技有限公司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武汉林轩激光有限公司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武汉天汉达科技发展有限公司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武汉益坤先舰电气有限公司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中船环境工程有限公司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武汉中航传感技术有限责任公司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武汉德威工程技术有限公司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武汉网数通科技有限公司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武汉静磁栅机电制造有限公司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武汉泾渭环境科技有限公司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武汉谱育检测有限公司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武汉匠刃科技有限公司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武汉楚星光纤应用技术有限公司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武汉元清环控科技有限公司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武汉东振机电设备有限公司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武汉华尔生物科技有限公司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湖北华工能源股份有限公司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湖北连邦云创科技有限公司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玖科智造（武汉）科技股份有限公司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湖北科瑞优轨道科技有限公司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采招云（湖北）信息科技有限公司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武汉海来怡天信息技术有限公司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湖北风神净化空调设备工程有限公司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武汉拓思瑞医疗科技有限公司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武汉市铭杰电气工程有限公司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武汉光翼讯捷通信技术有限公司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武汉希文科技股份有限公司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武汉世豪同创自动化设备有限公司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武汉妙物建筑装饰设计工程有限公司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武汉优斯特汽车传感器科技有限公司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武汉劲野科技有限公司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武汉戴安生物技术有限公司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武汉金光医疗科技有限公司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武汉市云链智慧区块链科技有限公司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武汉市银吉宏业科技有限公司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融科新智（武汉）科技有限公司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武汉沃亿生物有限公司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湖北中万科技集团有限公司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灵图互动（武汉）科技有限公司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湖北中帅欣邦管业科技有限公司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湖北利安伟业消防工程有限公司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武汉帕浦安科技有限公司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武汉和溯源科技有限公司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武汉市龙电电气设备有限公司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武汉东方新绿环境科技有限公司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湖北道立捷科技有限公司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穆特科技（武汉）股份有限公司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武汉原谷生物科技有限责任公司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武汉智纤科技有限公司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武汉恒视途安科技有限公司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武汉永强化纤有限公司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武汉市宇驰检测技术有限公司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武汉易博科技发展有限公司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武汉市创平科技有限公司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中安佰特（武汉）智能设备有限公司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武汉科丝力纤维制造有限公司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武汉同创鼎盛科技有限公司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耀成科技股份有限公司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武汉映瑞电力科技有限公司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武汉布朗环境能源有限公司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武汉海晟科讯科技有限公司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湖北省智慧农业有限公司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武汉旭清工程技术有限公司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武汉玩伴网络科技有限公司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武汉米色信息科技有限公司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武汉市金运科技开发有限公司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武汉麦丰创新网络科技有限公司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武汉心跳互动科技有限公司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武汉世怡科技股份有限公司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武汉微摇科技文化有限公司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武汉金密激光技术有限公司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武汉市广广厨房设备制造有限公司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武汉尚码生物科技有限公司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湖北金太阳光电科技有限公司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武汉星环恒宇信息科技有限公司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武汉康辰节能环保投资有限公司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武汉软艺信息技术有限公司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武汉新科谷技术股份有限公司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和创光电（武汉）有限公司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武汉市龙成测控技术有限公司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武汉来道建材科技有限公司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武汉极善信息技术有限公司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武汉东江菲特科技股份有限公司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武汉市魅绅科技有限公司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武汉卡尔玛汽车电子有限公司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武汉新耐视智能科技有限责任公司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中冶南方（武汉）信息技术工程有限公司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武汉迪赛威智能科技有限公司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湖北海纳天鹰科技发展有限公司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武汉中交恒通科技有限公司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武汉南北极测绘地理信息有限公司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武汉华兴达土地咨询有限公司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武汉库得克软件有限公司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武汉艾米森生命科技有限公司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武汉锐特金刚石有限公司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湖北中航安智技术有限公司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武汉云岭光电股份有限公司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恩格拜（武汉）生态科技有限公司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武汉荣阳快捷电路板有限公司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武汉捷高技术有限公司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武汉华宇科技发展有限公司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武汉普宇科技有限公司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武汉合康电驱动技术有限公司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武汉小秋葵科技有限公司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武汉天富海科技发展有限公司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武汉飞宽科技有限公司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武汉楚强生物科技有限公司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华域视觉科技（武汉）有限公司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武汉柯宝龙包装机械有限公司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武汉普天新能源有限公司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武汉德宝装备股份有限公司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武汉越源环保科技有限公司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武汉悟拓科技有限公司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武汉超支化树脂科技有限公司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武汉市燃气热力规划设计院有限公司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湖北时空盒科技有限公司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湖北视纪印象数据信息技术有限责任公司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芯华创（武汉）光电科技有限公司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武汉岱嘉电气技术有限公司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武汉诺利捷科技有限公司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中智讯（武汉）科技有限公司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武汉天仁影像科技有限公司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武汉洁力环保产业有限公司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武汉华旗思创科技有限公司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武汉嘉晨汽车技术有限公司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湖北雷特防雷检测有限公司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湖北新铭达理化检测科技有限公司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武汉旌胜科技有限公司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武汉曙宸技术有限公司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武汉华俄激光工程有限公司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武汉博尧数据处理有限公司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武汉时代阳光科技发展有限公司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武汉格事化信息技术有限公司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武汉华三智联科技有限公司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湖北博雅欣空间科技有限公司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湖北瑞水润宇科技有限公司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武汉遇见礼科技发展有限公司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国采阳光（武汉）信息技术有限公司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武汉典册信息技术有限公司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武汉市方远新技术发展有限责任公司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武汉纵河科技有限公司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武汉格云环保检测技术服务有限公司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添蓝科技集团股份有限公司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武汉百智诚远科技有限公司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武汉安吉思雷电技术有限责任公司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武汉晟卓科技有限公司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武汉欣米若智能科技有限公司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武汉阿格斯科技有限公司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武汉多人行展览服务有限公司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海纳科德（湖北）科技有限公司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武汉钟鑫建设集团有限公司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武汉广沃信息科技有限公司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武汉智网云达技术有限公司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亚正技术集团有限公司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武汉云鸿讯展科技有限公司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武汉芯生生物科技有限公司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武汉市邦普特科技有限公司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武汉天煜达精密机械有限公司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武汉三泽泉信息技术有限公司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武汉地衣科技有限公司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湖北鼎龙控股股份有限公司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武汉必慕智联科技工程有限公司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湖北楚天联发路桥养护有限公司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武汉精锋微控科技有限公司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武汉极上快码科技有限公司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武汉杰合电子有限公司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武汉宜佳测绘地理信息有限公司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武汉同立方智能科技有限公司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武汉易天时代网络服务有限公司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武汉海拓达智能科技有限公司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武汉洛芙科技有限公司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武汉瑞熠系统工程有限公司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武汉市长立生物技术有限责任公司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武汉诺得佳科技有限公司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武汉微享科技有限公司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小驴机器人（武汉）有限公司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湖北君信达科技股份有限公司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武汉同捷信息技术有限公司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武汉置威环保工程有限公司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武汉德邻恒勤软件科技有限公司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武汉达姆科技有限公司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格索科技有限公司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武汉中力岩土工程有限公司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武汉隆亿达环保工程有限公司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武汉燎原模塑有限公司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武汉市圣祥电子科技有限公司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武汉宏联电线电缆有限公司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武汉森赛睿科技有限公司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武汉渲奇数字科技有限公司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鼓润（武汉）医疗科技有限公司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武汉渲奇数字艺术有限公司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武汉中为高科新能源有限公司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武汉金顿激光科技有限公司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武汉可为光电自动化科技股份有限公司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武汉金瑞威基础工程有限公司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湖北农华生物科技有限公司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汉江集团武汉信息科技有限公司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武汉意畅智云科技有限公司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四方继保（武汉）软件有限公司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武汉北斗星度科技有限公司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武汉旗宏科技有限公司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武汉易为泰汽车技术开发股份有限公司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湖北珞格科技发展有限公司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武汉溢爱环保实业有限公司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武汉汇德精达机械有限公司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中科联云（武汉）科技有限公司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武汉巧美自动化科技有限公司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武汉佳悦涵发泡科技有限公司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武汉固捷精工科技有限公司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武汉驰驭科技有限公司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武汉市中环金属涂装有限公司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武汉十方云动力科技有限公司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武汉鑫恒通车桥制造有限公司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武汉聚恒科技有限公司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园宝科技（武汉）有限公司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武汉市睿意达技术有限公司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武汉光子游云信息科技有限公司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武汉三合鼎盛科技股份有限公司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武汉健诺医疗技术有限公司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湖北省高创公路工程咨询监理有限公司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武汉驭光科技有限公司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长江航道规划设计研究院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武汉港迪软件信息技术有限公司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川泽科技（武汉）有限公司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武汉益承生物科技有限公司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武汉维朴系统科技有限公司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武汉禾大科技有限公司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广电计量检测（武汉）有限公司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楚格（武汉）水处理有限公司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武汉云聚兴财科技有限公司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武汉知行融达科技有限公司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武汉天华华中建筑设计有限公司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武汉云中享科技有限责任公司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武汉迈信电气技术有限公司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武汉大恒建筑工程质量检测有限公司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武汉吉瑞祥工业系统有限公司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武汉彤烨科技有限公司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武汉市道祺针纺服饰有限公司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湖北中地星河环保科技有限公司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武汉优品智造科技有限公司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武汉智领云科技有限公司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武汉拓思达科技信息技术有限公司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武汉有教文化传播有限公司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武汉谱晰科技有限公司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武汉市蓝涛技术有限公司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捷威特智能科技有限公司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武汉云兴科技有限责任公司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武汉西高电器有限公司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武汉睿码智能科技有限公司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武汉武开电力工程设备有限公司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湖北省楚建易网络科技有限公司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湖北省地质调查院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武汉先峰誉得科技有限公司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武汉凯默电气有限公司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湖北金宝马环保科技有限公司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武汉安邦致远科技有限公司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武汉珈鹰智能科技有限公司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武汉天楚云计算有限公司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武汉华美今天科技有限公司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武汉普惠海洋光电技术有限公司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武汉旭昊恒弘科技有限公司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武汉鑫联创汽车零部件有限公司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武汉谱信环保科技有限公司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武汉市盛祥塑料制品有限公司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武汉联影智融医疗科技有限公司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武汉墨仗信息科技股份有限公司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武汉纤然生物科技有限公司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武汉众望包装有限公司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武汉普锐医学检验实验室有限公司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武汉万泰通科技有限公司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武汉舍鱼环境与健康检测评价有限公司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湖北天利建筑技术有限责任公司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武汉协尔自动化科技有限公司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武汉全链云信息技术有限公司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湖北富贵象农业科技有限公司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武汉明优齐汇科技有限公司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武汉奥杰科技股份有限公司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武汉市优派服务中心有限公司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武汉博百欧生物科技有限公司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武汉铁盾民防工程有限公司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武汉写意长江文化传媒有限公司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武汉鸿鑫立信金属制品有限公司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湖北斯微特传动有限公司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武汉宏海兴民科技有限公司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武汉亮节科技有限公司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武汉赛捷思科技有限公司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言图科技有限公司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武汉鸿瑞达信息技术有限公司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武汉睿翼智翔科技有限公司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武汉泰尔斯刀具有限公司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武汉青青麦子网络科技有限公司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武汉兴得科技有限公司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武汉智象机器人有限公司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武汉力拓达科技有限公司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武汉大塔技术有限公司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武汉辰光交通科技发展有限公司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武汉佳奇地理信息工程有限公司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英莱德科技股份公司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武汉市青矛科技有限公司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湖北中精衡建筑检测技术有限责任公司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武汉中南大力工程机械修造有限公司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武汉信安趋势科技开发有限公司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武汉市蔡氏福宁中草药有限公司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湖北金汉智能家居有限公司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武汉迈特维尔医学科技有限公司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武汉华锐源科技有限公司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武汉航天波纹管股份有限公司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武汉超好生物科技股份有限公司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武汉楚档信息技术有限公司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武汉海蓝创电子科技有限公司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武汉净纯环保科技有限公司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武汉凌翔建筑装饰工程有限公司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武汉必盈生物科技有限公司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武汉宏远高新技术工程有限责任公司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武汉番天印科技有限公司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武汉普罗格集成科技有限公司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武汉育知联信息科技有限公司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湖北美龙新能源有限责任公司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武汉壹坤达未来智能科技有限公司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武汉武钢北湖机械制造有限公司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篆刻时光科技（武汉）有限公司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湖北兆信信息工程有限公司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湖北蓝博新能源设备股份有限公司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武汉宏澳绿色能源工程有限责任公司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武汉德威汉克光电科技有限公司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医星医疗（武汉）有限责任公司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武汉市鑫宇环检测技术有限公司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武汉帝元表业有限公司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武汉媒介盒子网络科技有限公司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武汉金钢新材料股份有限公司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武汉永乾自动化有限公司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湖北省协诚交通环保有限公司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武汉润和德康医疗数据有限公司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武汉鸿海鑫科技有限公司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湖北德高工程质量检测有限公司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湖北三六一一应急装备有限公司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嫦娥创新（武汉）生物科技有限公司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湖北德道汽车科技有限公司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武汉凯锐普医疗科技有限公司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武汉安博弘润科技服务有限公司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499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武汉精鸿电子技术有限公司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武汉市德发信息技术有限公司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武汉正午阳光医药生物科技有限公司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武汉维斯第医用科技股份有限公司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武汉言诺嘉科技有限公司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武汉良辰动画传媒有限公司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武汉远征世纪制药有限公司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武汉江腾九洲科技有限公司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武汉锐创光通信科技有限公司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武汉格雅科技有限公司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广源动力（武汉）科技股份有限公司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武汉格林环源净化工程有限公司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武汉灏存科技有限公司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武汉诚信卓远科技发展有限公司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武汉市永邦智能电子有限公司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湖北仪天成电力设备有限公司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武汉尔天科技有限公司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湖北省南峰节能服务有限公司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武汉艾修堂生物科技有限公司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湖北鼎汇微电子材料有限公司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武汉迅检科技有限公司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武汉铭高新材料有限公司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湖北环境资源交易中心有限公司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武汉力盾新材料科技有限公司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武汉星珂宇科技有限公司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长江地球物理探测（武汉）有限公司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武汉合康新能电机有限公司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武汉科能伟创电力技术有限公司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武汉汉双技术有限公司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武汉华源网通电力有限公司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武汉原力锐游科技有限公司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武汉东运制版有限公司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武汉诺尔曼科技有限公司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武汉赛摩博晟信息科技有限公司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武汉天宸信息技术有限公司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武汉阿尔普智能电气有限公司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武汉盟诚图文数字化信息科技有限公司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武汉金涛岩土工程有限公司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武汉高跃科技有限责任公司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武汉华成纺织服装有限责任公司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武汉微弗智通科技有限公司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武汉子午线电子科技有限公司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武汉兰宝石医疗设备有限公司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湖北联合轻工业设计工程有限公司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武汉俊德环保科技发展有限公司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武汉众维智慧勘测技术有限公司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湖北华辰九州能源有限公司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武汉数字云图信息技术有限公司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船海科技有限公司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永铭集团有限公司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武汉中誉鼎力智能科技有限公司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武汉新科冶金设备制造有限公司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武汉康柏科特科技有限公司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武汉思力特种工程机械施工有限公司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湖北洁源检测有限公司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湖北才诚电力工程设计有限公司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武汉纬希智能科技有限公司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湖北盛达泰水利水电工程有限公司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武汉瓴带科技有限公司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武汉合康亿盛电气连接系统有限公司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武汉安天信息技术有限责任公司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武汉大良造建筑科技开发有限公司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武汉蓝泰源信息技术有限公司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武汉顺为起点软件技术咨询有限公司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武汉智为物流装备技术有限公司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武汉丰而顺热处理设备有限公司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武汉瑞气节能环保科技有限公司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鼠来宝（武汉）生物科技有限公司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武汉科琳盛光电科技有限公司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武汉合康智能电气有限公司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瞰湖科技（武汉）有限公司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中国机械总院集团武汉材料保护研究所有限公司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蓝芽网络技术（湖北）有限公司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武汉旭力保温材料有限公司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武汉修齐科技有限公司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武汉三联水电控制设备有限公司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武汉鹤洋科技有限公司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贝格菲恩通风设备（武汉）有限公司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武汉德辞信息技术有限公司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武汉思力博轨道装备有限公司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武汉佳世创科技有限公司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武汉硕隽科技有限公司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武汉轻工工程技术有限公司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武汉丽辉新技术有限公司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武汉海昕药物研究有限公司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武汉智邦软件技术有限公司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武汉亘星智能技术有限公司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武汉百鸣凡科技有限公司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天襄睿视（武汉）信息技术有限责任公司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武汉北晨极光科技有限公司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武汉恒沛给排水工程设计院有限公司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湖北锦颢数字科技有限公司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武汉亿深科技有限公司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武汉云客数字科技有限公司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武汉思唯电子有限公司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武汉云客电子商务股份有限公司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车城智能装备（武汉）有限公司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湖北文豆思来科技有限公司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马应龙大健康有限公司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武汉德谱斯电气有限公司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武汉中天云迪科技有限公司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武汉御花堂绿色科技有限公司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武汉创高建装股份有限公司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谱度众合（武汉）生命科技有限公司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武汉金豪兴光电有限公司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武汉春盛电子科技有限公司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武汉市信瑞通信技术有限公司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左点实业（湖北）有限公司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武汉楚天工业激光设备有限公司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武汉市皮诺飞生物科技有限公司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武汉嘉铭激光股份有限公司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武汉光通易动通信有限公司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湖北九联汇博科技有限公司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武汉东飞凌科技有限公司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湖北楚天通勘测规划设计有限公司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惟众信（湖北）科技有限公司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湖北禾田新能源有限公司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武汉珞珈灵智科技有限公司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武汉光谷创元电子有限公司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中物智建（武汉）科技有限公司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武汉雷神特种器材有限公司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武汉众合安杰电子有限公司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武汉虹捷信息技术有限公司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巨石（武汉）体育科技发展有限公司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武汉众忞科技有限公司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个个世界（武汉）科技有限公司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武汉乐龙智能环境科技发展有限公司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武汉华意电力科技有限公司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武汉伟创科技有限公司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云智汇（武汉）科技服务有限公司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武汉俞正环保科技有限公司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武汉东海敏实汽车零部件有限公司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湖北国泰盛隆电力技术有限公司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纯派生活武汉科技有限公司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武汉飓风世界科技有限公司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武汉黉门电工科技有限公司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康稳移动供电设备（武汉）有限公司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东方微电科技（武汉）有限公司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武汉国电西高电气有限公司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武汉富世达能源科技股份有限公司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武汉国英种业有限责任公司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武汉纽林环境能源科技有限公司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碧恋天环保科技（湖北）有限公司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武汉科迅达精密机械有限公司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武汉凯芯通半导体技术有限公司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武汉绿之华科技有限公司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武汉中地西能科技有限公司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湖北康辰停车产业有限公司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武汉智立教育科技有限公司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武汉市良山机电设备有限公司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武汉百灵趋势信息技术有限公司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湖北武大有机硅新材料股份有限公司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武汉奥科科技发展有限公司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武汉百泰基因工程有限公司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慧感数字技术（武汉）有限公司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武汉恒泰通技术有限公司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武汉汉意通软件科技有限公司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武汉福地科技有限公司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湖北鼎业兴达环保科技有限公司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台玻武汉工程玻璃有限公司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武汉未烽机械制造有限公司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武汉博奥天航电子有限公司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武汉数智云绘技术有限公司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武汉贝索医疗器械有限公司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蓝鹊远程（武汉）信息系统有限公司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武汉一安高新技术股份有限公司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武汉鸿泰佳业科技有限公司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全景智联（武汉）科技有限公司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武汉永能智翔自动化系统有限公司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武汉海德智库管理有限公司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湖北蔬谷农业科技有限公司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武汉德驰立方网络科技有限公司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武汉文楚智信科技有限公司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武汉鑫科信科技有限公司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武汉百翼生物科技有限公司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武汉凯通石化机械有限公司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武汉格桑花环境科技有限公司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武汉隽龙科技股份有限公司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武汉市华英电力科技有限公司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武汉光盛通光电科技有限公司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武汉钟灵网络科技有限公司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武汉迈德创科技有限公司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武汉银海铜业有限公司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武汉华扬动物药业有限责任公司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武汉联智信安科技有限公司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湖北穆兰同大科技有限公司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武汉天喻软件有限公司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武汉荣科激光自动化设备有限公司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武汉汉娃文化传媒有限公司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武汉扬子江食品工业园有限公司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武汉岩海工程技术有限公司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武汉市海川汽车零部件有限公司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武汉声赫科技有限公司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华诺森（武汉）生物医药技术有限公司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武汉万般上品信息技术有限公司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湖北省地源洁能工程有限公司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湖北普罗格科技股份有限公司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武汉中醇化科技有限公司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699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武汉唯行科技有限公司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武汉万昌机电设备有限公司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三构科技（武汉）有限公司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湖北旭志信息技术有限公司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武汉骏智创新科技有限公司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武汉艾森纳科技有限责任公司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武汉富邦金融信息技术有限公司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武汉洪泰科技工程有限公司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武汉俊楚信息科技有限公司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武汉泰普变压器开关有限公司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武汉百臻半导体科技有限公司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武汉奕海诚科技开发有限公司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湖北虹投电力建设有限公司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武汉奥森迪科智能科技股份有限公司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武汉人天包装自动化技术股份有限公司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武汉奥体家体育材料有限公司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武汉拓新信息技术有限公司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武汉积墨包装印刷有限公司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武汉科缘生物发展有限责任公司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武汉市瑞兴项目管理咨询有限公司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湖北永安鑫医疗科技有限公司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湖北明祥基业科技有限公司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湖北尚德金力电线电缆有限公司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武汉科润神服技术发展有限公司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武汉登奇机电技术有限公司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旭日蓝天（武汉）科技有限公司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武汉智维云创科技有限公司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武汉氢阳能源有限公司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武汉青夏网络科技有限公司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武汉宇格电力设备有限公司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武汉浩源达科技有限公司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众创网（武汉）科技有限公司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武汉华海创智科技有限公司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湖北车安智能科技有限公司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武汉艾格美康复器材有限公司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武汉兴环机电刀具有限公司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武汉市炎码科技有限责任公司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中联兴邦建筑科技（武汉）有限公司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武汉敏芯半导体股份有限公司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武汉泰康翔科技股份有限公司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武汉筑梦科技有限公司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武汉市华康印务有限责任公司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武汉博源达机械模具有限公司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武汉鼎森电子科技有限公司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武汉博阳通信服务有限公司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武汉市瑞斯利科技有限公司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武汉市劲捷电子信息有限公司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武汉地大华睿地学技术有限公司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武汉欣鹏环境艺术工程有限公司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武汉千水环境科技股份有限公司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武汉铭创新海生态科技有限公司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武汉忆成测控技术有限公司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巴士麦普科技（武汉）有限公司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武汉市艺茂机械有限公司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武汉征原电气有限公司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武汉华瑞智能电气技术有限公司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湖北嘉辰达新能源科技有限公司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湖北湘纬新能源科技有限公司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武汉锦象智能科技有限公司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武汉市恒通诚汽车零部件有限公司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武汉聚垒科技有限公司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武汉洛克斯模具技术有限公司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武汉捷普创达科技有限公司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武汉小舟航运信息科技有限公司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武汉态投信息科技有限责任公司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博格华纳汽车零部件（武汉）有限公司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武汉亚格光电技术股份有限公司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武汉博富通试验设备有限公司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武汉米易科技有限公司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武汉华纳联合药业有限公司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武汉安数信息技术有限公司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中电云（武汉）网络技术股份有限公司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武汉武房网信息服务有限公司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白圭聚合物（武汉）有限公司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武汉创展云图科技有限公司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武汉志软科技有限公司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武汉市科达云石护理材料有限公司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武汉拓尔奇光电技术有限公司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武汉市汉江石油物资技术开发有限责任公司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武汉世纪天源环保技术有限公司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湖北晓雲科技有限公司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武汉凯源电力科技有限公司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武汉世纪科怡科技发展有限公司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武汉特种工业泵厂有限公司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武汉经世致用信息技术有限公司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武汉江城泽源生态工程技术有限公司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武汉中电华瑞科技发展有限公司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湖北中力迅人力资源科技有限公司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武汉锐昊泰科技有限公司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湖北省港路勘测设计咨询有限公司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武汉致合光通讯有限公司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武汉路源工程质量检测有限公司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微亚美刻（武汉）网络科技有限公司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武汉电缆有限公司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武汉冠科智能科技有限公司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武汉鑫恒顺科技有限公司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武汉来勒光电科技有限公司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武汉云眸科技有限公司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799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武汉群测智绘信息技术有限公司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武汉天诚同创科技有限公司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湖北九洲农信科技有限公司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湖北和瑞能源科技股份有限公司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武汉市安友泽瑞科技有限公司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武汉合缘绿色生物股份有限公司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湖北三环智能科技有限公司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武汉市洪林印务有限公司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武汉睿创开关有限公司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武汉征鸿致远通信技术有限公司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英特沃德（武汉）医疗科技发展有限公司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武汉天力天成科技有限公司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武汉龙媒盛世网络有限公司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武汉上点点信息有限公司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武汉半边天微创医疗技术有限公司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武汉光谷航天三江激光产业技术研究院有限公司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武汉鑫人达科技有限公司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中工武大设计集团有限公司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武汉上上电气工程有限公司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武汉星创源科技有限公司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武汉花都科技集团有限公司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武汉久胜塑机有限公司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武汉华隆物联科技有限公司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湖北毅力机械有限公司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武汉卓喻创新科技有限公司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武汉海创华联信息技术有限公司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武汉中光谷激光设备有限公司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武汉市澄心小匠科技有限公司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武汉显明科技有限公司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武汉顺安盛科技有限公司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中远航船舶研究院（武汉）有限公司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武汉环景检测服务有限公司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天河有看头（武汉）科技有限公司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中铁科工集团装备工程有限公司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睿辰康达生物医药（武汉）有限公司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铁四院（湖北）工程监理咨询有限公司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武汉越能高测电力设备有限公司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武汉柏康科技股份有限公司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武汉职得信息科技有限公司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武汉恒达四方工程有限公司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武汉海赛姆光电技术有限公司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武汉智绘山河信息技术有限公司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武汉志为信达科技有限公司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武汉深捷科技股份有限公司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武汉创巍工程技术服务有限公司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湖北万维科技发展有限责任公司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武汉智易农批科技有限公司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武汉凌安科技有限公司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武汉同泰智能系统有限公司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武汉本物科技股份有限公司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武汉卓兴创信息技术有限公司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武汉六博光电技术有限责任公司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武汉雷施尔光电信息工程有限公司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武汉第五可视技术有限公司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武汉元禄光电技术有限公司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武汉海泰中测电子有限责任公司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武汉深投朗弘科技有限公司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武汉泰瑞恒信科技有限公司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武汉帝东科技有限公司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武汉华科永信建筑工程有限公司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武汉恒升荆智科技有限公司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武汉全品教育科技有限公司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武汉库迪智能技术有限公司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武汉物易云通网络科技有限公司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武汉闻道复兴智能科技有限责任公司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武汉和时利自动化系统工程有限公司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武汉天宇恒祥科技有限公司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湖北大成空间科技股份有限公司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武汉康贝德生物科技有限公司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长峡数字能源科技（湖北）有限公司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武汉文铸数据科技有限公司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武汉能众科技有限公司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武汉希尔阀门技术有限公司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武汉尚宜康健科技有限公司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奥普泰尼（武汉）科技有限公司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武汉英特沃科技有限公司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武汉市鑫麒盛环保科技有限责任公司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武汉日电华信息工程有限公司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湖北楚微子信息科技有限公司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武汉晶惟思网络科技有限公司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武汉黑色电弧文化科技有限公司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湖北天行地理信息有限公司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彦旭科技（武汉）有限公司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武汉亚联塑业有限公司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武汉奥旭正源电力科技有限公司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武汉华之洋科技有限公司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武汉渡诣科技有限公司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武汉海迅网络技术有限公司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武汉唐乐生物科技股份有限公司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武汉瑞源电力设备有限公司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武汉市昌隆世纪机械设备有限公司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武汉博智瑞汽车饰件有限公司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武汉鸿镭激光科技有限公司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武汉九天高分遥感技术有限公司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武汉凯默软件有限公司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武汉定达慧科技有限公司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武汉微分享互动科技有限公司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湖北毅瑞建设工程咨询有限公司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武汉市武昌市政建设（集团）有限公司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899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武汉蓝枫叶科技有限公司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武汉文弘文创科技有限公司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武汉信融罗盘科技有限公司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软澈（武汉）信息技术有限公司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武汉嘉迅光电有限公司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武汉拓档科技发展有限公司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武汉盛世翔博科技有限公司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武汉兴图新科电子股份有限公司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武汉懒蚁科技有限公司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武汉市江汉石油机械有限公司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湖北拓界科技有限公司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武汉汉光钢品建设工程有限公司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武汉诺伊激光科技有限公司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武汉浩德力科技有限公司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武汉谱立科技有限公司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武汉金策略信息科技有限公司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璇飞（武汉）科技有限公司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武汉新塔医疗科技有限公司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芯来科技（武汉）有限公司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武汉启明泰和软件服务有限公司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湖北星诚检测技术有限公司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武汉辉煌电力工程有限责任公司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武汉京天智光科技有限公司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湖北北辰时代信息技术有限公司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武汉荣祥盛墙体材料有限公司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武汉爱力生自动化有限公司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武汉松蓝云信息技术有限公司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湖北青牛建设工程有限公司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武汉锐创电力工程设计有限公司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武汉东艺建筑设计有限公司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武汉海澄科技有限公司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中体投检测湖北有限公司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武汉知行健身管理股份有限公司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武汉蓝格包装材料有限公司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湖北德西科能成套设备有限公司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武汉安在厨具有限公司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武汉水务环境科技有限公司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湖北光影空间系统工程有限公司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武汉世帝牧文化科技有限公司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武汉博兴同创科技有限公司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武汉仕代环境科技有限公司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武汉易天塑业有限公司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武汉鑫未来科技工程有限公司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武汉鼎烽达机械设备有限公司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武汉熠腾科技有限公司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特利尔环保科技（武汉）有限公司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数维积木科技（武汉）有限公司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武汉武森轧钢成套技术有限公司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武汉指尖游互娱技术有限公司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武汉西莫制药有限公司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武汉欧塬建筑设计有限公司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武汉科贝尔激光科技有限公司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武汉珞格普润生态技术有限公司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湖北玉如意生物科技股份有限公司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武汉众酷网络科技有限公司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武汉飞泰智能设备有限公司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湖北易同众达医疗科技有限公司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武汉匠泽自动化设备有限公司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武汉奥赛福医疗科技有限公司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湖北沃可智能科技有限公司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武汉汇博鸿通电气有限公司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武汉江弘激光设备制造有限公司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武汉自然萃创新科技有限公司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武汉琦尔工业设备有限公司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武汉德晶馨仪科技有限公司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武汉恒和达生物医药有限公司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武汉数历科技有限公司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武汉乾冶工程技术有限公司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武汉湾流科技股份有限公司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武汉先路医药科技股份有限公司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武汉资联虹康科技股份有限公司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湖北志宏水利水电设计有限公司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武汉海翎光电科技有限公司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武汉汉升汽车传感系统有限责任公司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武汉嗨猪科技有限公司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武汉鑫合悦环境科技有限公司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武汉零号线科技有限公司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武汉平东滤清器有限公司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武汉友和复合材料有限公司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武汉腾路智行科技有限公司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武汉永鑫船舶附件有限公司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武汉世纪久海检测技术有限公司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武汉佳博源金属制品有限公司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武汉中科拓创基础工程有限公司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武汉诚兴和汽车零部件有限公司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路德环境科技股份有限公司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湖北蓝微科技有限公司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武汉一鹭网络科技有限公司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湖北凌云电力建设有限公司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武汉链动时代科技有限公司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武汉灵舸智能科技有限公司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武汉长盈鑫科技有限公司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武汉一根藤网络科技有限公司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武汉摩恩智能电气有限公司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湖北江汉石油仪器仪表股份有限公司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湖北晶锐达电子科技有限公司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武汉腾飞世云信息技术有限公司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武汉趣厚远信息科技有限公司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昊鼎环保科技（湖北）有限公司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武汉众智传承信息技术有限公司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武汉中勒电器有限公司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昆泰锐（武汉）生物技术有限责任公司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武汉鸿炫自动化设备有限公司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武汉博健光电子有限公司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武汉绿之云科技有限公司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凯福斯通（武汉）精密制造有限公司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武汉林榔木建筑工程科技有限公司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武汉踏浪出海科技有限公司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武汉隆星渊智能科技有限公司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湖北熠华精密制造有限公司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武汉市双桥科技有限公司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武汉众合智创电子技术有限公司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武汉纵横智慧城市股份有限公司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武汉雷英激光科技有限公司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国能长源武汉青山热电有限公司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武汉大雪有痕科技有限公司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武汉市正诚建设工程质量检测有限公司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武汉基准汽车模具有限公司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君集环境科技股份有限公司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湖北弘楚基业建设工程有限公司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武汉国姓重器科技有限公司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武汉上善清源环保科技有限公司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武汉力标塑业有限公司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武汉库克光电技术有限公司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武汉三和光电子技术有限公司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武汉君码科技有限公司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纵横皆景（武汉）信息技术有限公司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宝瑾测控技术（武汉）有限公司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武汉北极光数字科技有限公司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武汉摩尔生物科技有限公司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武汉缘信能源环保科技有限公司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武汉骅越自然科技有限责任公司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武汉绿信翔环保科技有限公司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武汉光燚激光科技有限公司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武汉铁锚焊接材料股份有限公司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武汉彦阳物联科技有限公司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武汉北湖云峰环保科技有限公司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武汉安教科技有限公司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武汉泰昌源环保科技有限公司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武汉真道智享科技有限公司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武汉新天第实验室设备有限公司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硬石科技（武汉）有限公司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武汉绿蚁科技有限公司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武汉慧智众联科技有限公司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中钢安科睿特（武汉）科技有限公司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武汉加布里埃尔软件有限公司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武汉耐维斯顿科技有限公司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武汉雪人视觉科技有限公司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武汉和弦科技有限公司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武汉光谷宝益健康科技有限公司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武汉新创云图科技有限公司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武汉朋鼎科技有限公司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武汉火影数字科技有限公司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武汉云片松科技有限公司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武汉欣顺达金属激光制品有限公司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武汉远光瑞康科技有限公司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武汉华莱信软件有限公司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湖北双可科技有限公司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武汉中元华电软件有限公司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微电联合（湖北）科技有限公司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武汉诚乐科技有限公司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湖北安智汽车科技股份有限公司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武汉中网电力设备工程有限责任公司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武汉中地环科水工环科技咨询有限责任公司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武汉创游网络科技有限公司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武汉中尚电子科技有限公司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武汉印天科技工程有限公司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武汉翼博济生生物科技有限公司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武汉青山北湖南丰设备有限公司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武汉中科先进材料科技有限公司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富石电子（武汉）有限公司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武汉优光科技有限责任公司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湖北笑联科技有限公司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武汉百思凯瑞生物科技有限公司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易科捷（武汉）生态科技有限公司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武汉华川环境有限公司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武汉联合创想科技有限公司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武汉中科光谷绿色生物技术有限公司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湖北音信数据通信技术有限公司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武汉星创迪泰科技有限公司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武汉瑞德环保科技有限公司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武汉诚锐电器有限公司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逆时光（武汉）生物科技有限公司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武汉联众云网信息科技有限公司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武汉鑫欧亚电器有限公司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武汉帕菲勒电气有限公司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武汉地震工程研究院有限公司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武汉市木森电气有限公司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武汉励维展示有限公司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武汉华景康光电科技有限公司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武汉固地鼎兴工程技术有限公司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武汉杰晟达科技实业有限公司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武汉松芝车用空调有限公司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湖北全网智联科技有限公司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武汉易君信息技术有限公司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武汉联宇技术股份有限公司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武桥重科工程有限公司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武汉市科洋生物工程有限公司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武汉同济中维医药有限责任公司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1099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武汉格物优信科技有限公司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华新水泥技术管理（武汉）有限公司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武汉微智芯科技有限公司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武汉永信丰科技有限公司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武汉朗蕴科技有限公司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武汉汉密顿生物科技股份有限公司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武汉市润普网络科技有限公司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武汉碧海云天科技股份有限公司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武汉华龙生物制药有限公司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武汉一龙技术有限公司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武汉慧明和创信息技术有限公司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武汉云易虹科技有限公司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武汉骏嘉科技有限公司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湖北兴屹电气集团有限公司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湖北经视传媒有限公司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武汉维尔笛工程技术有限公司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武汉通用联合科技有限公司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武汉秒开网络科技有限公司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武汉鑫桥安建筑材料有限公司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武汉小咪网络科技有限公司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湖北鑫辰源电气有限公司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武汉三好教育科技股份有限公司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武汉芯微感科技有限公司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诺华生物科技（武汉）有限责任公司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武汉晶诚生物科技股份有限公司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武汉国力通能源环保股份有限公司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武汉磊固实业有限公司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武汉雨滴科技有限公司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湖北洛克泰克仪器股份有限公司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精伦电子股份有限公司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湖北楚天龙实业有限公司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武汉视野弘毅教育科技有限公司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武汉惠创科技有限公司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国采（湖北）技术有限公司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武汉博芙时代科技有限公司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武汉普诺克精密工具有限公司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武汉市江汉医疗制药设备有限公司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武汉凯尔文光电技术有限公司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武汉地大坤迪科技有限公司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武汉希望组医学检验实验室有限公司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武汉高德信息产业有限公司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武汉重型机床集团有限公司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武汉申安智能系统股份有限公司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武汉微纳传感技术有限公司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武汉励志机电设备有限公司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风脉能源（武汉）股份有限公司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武汉顶力康自动化有限公司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武汉博悦天诚科技有限公司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武汉中地格林环保科技有限公司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武汉思创易控科技有限公司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武汉微创光电股份有限公司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武汉巴士博技术有限公司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武汉市大风云飞科技有限公司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江越（武汉）控制技术有限公司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武汉航瑞船舶设备有限公司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武汉邦拓信息科技有限公司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湖北志强信息工程有限公司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武汉精瑞达金属制品有限公司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湖北佰世鑫科贸发展有限公司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武汉朗开智能科技有限公司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楚臻科技（武汉）有限责任公司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武汉净澜检测有限公司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武汉浩新科技有限公司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武汉松石科技股份有限公司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武汉关山觉文化传媒有限公司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威派（武汉）高新技术有限公司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武汉红杏智能科技有限公司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穆顿电气（武汉）有限公司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武汉楚冠捷汽车科技有限公司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武汉三剑照明器材有限公司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武汉洛比科技有限公司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武汉海斯普林科技发展有限公司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武汉艾特艾迪汽车科技有限公司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武汉新源水务环境工程有限公司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武汉杰诚亿信信息技术有限公司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美中泰利（武汉）医疗科技有限公司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武汉天波博创科技有限公司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武汉嘉洋机电设备有限公司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长江勘测规划设计研究有限责任公司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方正株式（武汉）科技开发有限公司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武汉琬尔登湖教育科技有限公司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武汉中原长江科技发展有限公司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武汉科信云图信息技术有限公司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武汉运策量子科技有限公司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武汉中原弘仁新能源科技有限公司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昌华电气设备集团有限公司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武汉中地数码科技有限公司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武汉辉天精密工业有限公司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湖北地建集团神龙市政建设工程有限公司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瑞思云（武汉）科技有限公司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中设数字技术股份有限公司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武汉胜鹏智造科技有限公司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湖北波森特岩土工程有限公司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武汉革鑫包装有限公司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武汉华美生物工程有限公司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湖北省爱和瑞科技有限公司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武汉北大高科软件股份有限公司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武汉珞光电子有限公司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武汉贝纳科技有限公司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1199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武汉智云机器人系统有限公司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武汉烽火普天信息技术有限公司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武汉启瑞药业有限公司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武汉南华工业设备工程股份有限公司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湖北新华印务有限公司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武汉协和齿环有限公司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武汉楚博士科技股份有限公司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武汉赛纳斯信息技术有限公司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武汉爆破有限公司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武汉高登齿科材料有限公司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武汉聚亚美新材料有限公司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武汉茂锋建设集团有限公司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武汉佰致达科技有限公司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武汉龙安集团有限责任公司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武汉悉水科技有限公司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武汉英纽林生物科技有限公司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武汉峰境磁选技术有限公司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武汉力诚生物科技有限公司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武汉宏信矿冶科工集团有限公司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武汉长天福瑞达科技有限公司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武汉金诚嘉科技有限公司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武汉东焊汽车装备有限公司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武汉路宝市政建设配套设施有限公司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武汉海尔电冰柜有限公司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武汉红之星智农科技有限公司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福泽润森（武汉）科技股份有限公司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湖北久之洋信息科技有限公司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航天科工武汉磁电有限责任公司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武汉智引科技有限公司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武汉芯荃通科技有限公司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西红柿科技（武汉）有限公司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武汉达译自动化工程有限公司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海信电子科技（武汉）有限公司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武汉丰硕科技有限公司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热智（武汉）互联网服务有限责任公司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武汉光华时代生物科技有限公司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武汉维尔福生物科技股份有限公司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当当数媒（武汉）电子商务有限公司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湖北科辰电力有限公司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武汉华茂自动化股份有限公司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湖北安视云科技有限公司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武汉头等舱科技股份有限公司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湖北诚达建筑工程质量检测有限公司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武汉元鼎创天信息科技有限公司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武汉鑫银海不锈钢厨具制造有限公司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武汉思托福科技有限公司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武汉新兴惠科静电科技有限公司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武汉超图测绘有限责任公司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万卓（武汉）新材料有限公司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武汉奥格赛科技有限公司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武汉中科岩土工程有限责任公司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武汉鑫森泰消防设备制造有限公司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湖北省电力勘测设计院有限公司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立得空间信息技术股份有限公司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中南冶勘资源环境工程有限公司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武汉市华测检测技术有限公司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武汉科岛地理信息工程有限公司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湖北省轻工业科学研究设计院有限公司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武汉威思机电设备有限公司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武汉华宇世纪科技发展有限公司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武汉艾可威工程技术有限公司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光瑞亚山汽车零部件（武汉）有限公司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武汉城市一卡通有限公司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武汉浩晨光科技有限公司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西门子能源变压器（武汉）有限公司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武汉明心电力科技有限公司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武汉众诚卓越科技有限公司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武汉新新海健康科技有限公司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湖北承大银河数据技术有限公司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武汉华丽环境科技有限公司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湖北捷武实业有限公司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武汉禾木林科技有限公司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武汉沃强智能装备有限公司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武汉武钢华工激光大型装备有限公司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武汉市三藏科技有限责任公司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武汉东环车身系统有限公司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武汉城晟燃气服务有限公司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武汉智网兴电科技开发有限公司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武汉斯艾特科技股份有限公司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武汉市光芒电子工程有限公司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隆仕达工业智能装备（武汉）有限公司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武汉优航网络技术有限公司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武汉天顺汽车零部件有限公司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武汉海尔热水器有限公司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艾瑞信科技有限公司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武汉谊盛新材料科技有限公司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武汉市鸿盛华航旅服务股份有限公司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湖北新纵科病毒疾病工程技术有限公司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武汉齐艺科技有限公司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武汉蓝恩汽车技术有限公司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武汉海晨工控技术有限公司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武汉市凯达胜通智能科技有限公司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武汉长华长源汽车零部件有限公司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中交和美环境生态建设有限公司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武汉华曦科技发展有限公司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武汉霓盛智能科技有限公司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武汉华锐超快光纤激光技术有限公司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武汉兴天宇环境股份有限公司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武汉永隆铝塑门窗有限公司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武汉捷丰天泽信息科技有限公司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1299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武汉智诚科创信息技术有限公司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武汉丰迈信息技术有限公司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武汉万云网络科技有限公司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武汉鸿视科技有限公司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中建鼎元建设工程有限公司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湖北赛格瑞新能源科技有限公司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武汉瑞源昊博科技有限公司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武汉火游网络科技有限公司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武汉吉诺地理信息工程有限公司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武汉致卓测控科技有限公司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武汉松野智能仪表有限公司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湖北德势弘房地资产评估咨询有限公司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武汉聚合信环保科技有限公司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华颂信息传媒（武汉）有限公司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武汉虹服软件有限责任公司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武汉携康智能健康设备有限公司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武汉海谱生物医药科技有限公司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武汉科瑞新电气自动化有限公司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武汉一览视界科技有限公司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皇家动力（武汉）有限公司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湖北协诚瑞龙科技有限公司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武汉吉森智能技术有限公司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武汉霄客技术有限公司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武汉慧谷智信软件有限公司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武汉市奥斯杰环保科技有限公司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湖北纽兰药业有限公司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武汉蔬博农业科技有限公司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武汉明炀大数据科技有限公司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武汉蝌蚪信息技术有限公司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武汉汽车车身附件研究所有限公司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武汉市铁研汽车零件有限公司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武汉创盛智联技术有限公司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武汉齐达康能源装备有限公司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武汉海尔电器股份有限公司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武汉福卡迪汽车技术有限公司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武汉速软科技有限公司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武汉市兴康医疗器械有限责任公司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先富斯技术（武汉）有限公司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武汉金中海高新科技有限公司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湖北博涛节能环保科技有限公司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武汉恒达昌机械设备有限公司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湖北中科网络科技股份有限公司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武汉市强龙化工新材料有限责任公司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武汉牌洲湾广告科技有限公司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武汉华夏精冲技术有限公司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普宙科技有限公司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武汉众讯达电子有限公司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楚天新媒科技（武汉）有限公司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武汉蓝焰自动化应用技术有限责任公司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武汉云辅材科技有限公司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武汉淼灵生物科技有限公司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中国电建集团湖北工程有限公司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武汉一步汽车服务有限公司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武汉华彩光电有限公司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泛亚楚天文旅科技湖北有限公司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中浦德能科技股份有限公司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星豆慧联（武汉）信息技术有限公司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武汉广弘环保工程有限公司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武汉天基生态能源科技有限公司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武汉如星科技有限公司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上科电气集团有限公司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武汉鑫华腾机电设备有限公司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湖北高盛上科科技有限公司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武汉天沭除尘设备有限公司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中铁大桥科学研究院有限公司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武汉方拓数字科技有限公司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马应龙药业集团股份有限公司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湖北东方神农生态科技开发有限公司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武汉华迅宇晟科技有限公司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武汉旭枫英泰科技有限公司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武汉航达电源科技有限公司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武汉恒全瑞科技有限公司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武汉新天达美环境科技股份有限公司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武汉百赞广告标识有限公司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武汉盛典网络科技有限公司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武汉市德华测试工程有限公司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武汉比邻软件有限公司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武汉海云健康科技股份有限公司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武汉万至达智能科技有限公司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武汉市珞珈俊德地信科技有限公司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湖北机电院装备制造有限责任公司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武汉欧瑞景环保科技有限公司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益倍（武汉）健康科技有限公司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湖北宇琨科技有限公司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武汉锐思电气有限公司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武汉学子明灯科技有限责任公司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武汉点源工程技术有限公司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武汉博创非凡智能科技有限公司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湖北喜宝药业有限公司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武汉正维电子技术有限公司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湖北腾牛数字科技有限公司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武汉金莱特光电子有限公司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中交二公局第一工程有限公司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武汉德士康科技有限公司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武汉明乐锅炉设备安装有限责任公司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武汉博瑞净源科技发展有限公司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武汉先龙科技有限公司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武汉冰河物联科技有限公司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武汉博创源环保科技有限公司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武汉合创炬盛科技有限公司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武汉智迅创源科技发展股份有限公司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武汉固德超前高新科技研发有限公司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武汉好快优电子有限公司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武汉凯飞通信科技有限公司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武汉天昱智能制造有限公司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武汉景川诊断技术股份有限公司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武汉睿轩晟源环保科技有限公司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武汉科福新药有限责任公司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武汉铭天信息科技有限责任公司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湖北云安恒泰智能工程有限公司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武汉软筑信息技术有限公司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武汉数为科技有限公司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湖北未名康贝技术服务有限公司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武汉杰创博特自动化科技有限公司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武汉介观生物科技有限责任公司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中元牧康（武汉）检测技术服务有限公司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武汉大唐映画传媒股份有限公司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武汉博锐机电设备有限公司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武汉耐霸机械有限公司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武汉云拓科技有限公司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中农华大（武汉）检测科技有限公司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武汉福润斯电气有限公司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武汉中汇创联教育科技有限公司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武汉普仁医连网科技有限公司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海豚传媒股份有限公司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武汉灵动时代智能技术股份有限公司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武汉智慧云物联网科技有限责任公司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武汉汇迪森信息技术有限公司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武汉中裕金属制品有限公司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武汉古慕派网络科技有限公司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武汉杰勒森科技有限公司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湖北楚佑科技有限公司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武汉华辰地信科技有限公司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武汉蓝邦环境工程有限公司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武汉海川云谷软件技术有限公司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湖北百草济世中医科技有限公司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武汉广益交通科技股份有限公司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武汉德创捷机电技术有限公司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武汉快游科技有限公司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武汉原上草环保科技有限公司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武汉光谷蓝焰新能源股份有限公司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武汉西赛冶金工程有限责任公司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武汉格炬智慧科技有限公司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武汉天鸣集团有限公司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武汉麦康德设备有限公司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湖北钓鱼王渔具有限公司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武汉过控科技有限公司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武汉睿之联科技有限公司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武汉光谷卓越科技股份有限公司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武汉恒盈泵业有限公司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武汉浩谱海洋探测系统有限公司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武汉伊瑞尔科技有限责任公司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武汉潇瑞机械设备有限公司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武汉雷特科技有限公司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武汉冠典食品有限公司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武汉华轩高新技术有限公司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武汉升学在线科技股份有限公司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武汉日鼎信易达自动化设备有限公司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康欣生物科技有限公司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武汉追月信息技术有限公司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武汉根亲源信息科技有限公司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武汉锐信达信息技术股份有限公司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武汉驰电科技有限公司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武汉呵尔医疗科技发展有限公司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武汉格美联合科技有限公司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武汉誉德节能数据服务有限公司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武汉光谷机电科技有限公司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武汉奥邦表面技术有限公司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武汉亚非种业有限公司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武汉中经交通科技有限公司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武汉科源安博生物技术有限公司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上德智能科技（武汉）有限公司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湖北金拓维信息技术有限公司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武汉海华信通科技有限公司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武汉泰平正德科技有限公司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湖北蓝浩节能科技有限公司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武汉恒新动力科技有限公司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武汉中旗生物医疗电子有限公司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武汉劲康动力工程有限公司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武汉永业赛博能规划勘测有限公司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武汉雅虎光电设备有限公司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湖北河海科技发展有限公司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武汉银采天纸业股份有限公司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武汉维控环保科技有限公司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武汉大音科技有限责任公司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武汉昌信塑机有限责任公司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武汉盛为芯科技有限公司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武汉众大智服科技有限公司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武汉汉非科技有限公司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武汉杰霖信息科技有限公司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武汉纽康度生物科技股份有限公司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武汉捷探科技有限公司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武汉比天科技有限责任公司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湖北汉塑管业集团有限公司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武汉微布斯科技有限公司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武汉顺帆电子有限责任公司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武汉品致汽车技术有限公司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武汉市飞浦通用设备有限公司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武汉新瑞通达信息技术有限公司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1499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武汉市联晨精密制造有限公司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武汉亿诺凌科科技有限公司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武汉新时代铁路电气有限责任公司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武汉联农种业科技有限责任公司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武汉思科力科技有限公司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武汉华隆建筑安装有限公司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武汉华飞智能电气科技有限公司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武汉心浩智能科技有限公司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云峰核信科技（武汉）股份有限公司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武汉海达数云技术有限公司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湖北微源卓越科技有限公司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慧生活信息技术有限公司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湖北华大江声科技有限公司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武汉华电科仪电气有限公司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武汉常恒科技有限公司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武汉精密同创机械有限公司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武汉互创联合科技有限公司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武汉神风模具制造有限公司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武汉兴达高技术工程有限公司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武汉九欣烨盛能源科技有限公司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武汉品泰特种建材科技有限公司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武汉市武控系统工程有限公司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武汉佳裕装饰有限公司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湖北博雅思数据科技有限公司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武汉名牛科技发展股份有限公司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武汉华宇一目检测装备有限公司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武汉质高环保科技有限公司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武汉华信数据系统有限公司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中诺思信息技术（武汉）有限公司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武汉京东方光电科技有限公司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武汉盛帆电子股份有限公司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武汉精厨节能环保科技有限公司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武汉锐思图科技有限公司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武汉至驱动力科技有限责任公司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湖北中巽泰科技有限公司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武汉蓝星科技股份有限公司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中交二航局建筑科技有限公司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武汉飞鹏数码有限责任公司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中交武汉港湾工程设计研究院有限公司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艾普工华科技（武汉）有限公司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武汉九木数字科技有限公司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武汉圣合软件技术有限公司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武汉环宇智行科技有限公司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武汉市海联天下物联网有限公司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湖北麦克力电气科技有限公司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武汉一网齐德网络科技有限公司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湖北水总水利水电建设股份有限公司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武汉赛林德船舶科技有限公司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武汉比亚文化科技有限公司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武大巨成结构股份有限公司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武汉威立信科技有限公司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武汉乐庭软件技术有限公司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武汉威蒙环保科技有限公司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武汉凯瑞纳勘测设计有限公司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凹凸电子（武汉）有限公司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湖北高通空间技术有限责任公司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武汉太格光电有限公司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武汉金田包装彩印有限公司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湖北五丰粮食机械有限公司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武汉凤安技术有限公司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武汉国遥新天地信息技术有限公司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武汉荆楚点石数码设计有限公司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武汉市国扬科技集团有限公司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湖北窗口科技有限公司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武汉星田热环境控制技术有限公司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武汉爱博信息技术有限公司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湖北九州德康养老产业发展有限公司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武汉文祥兴业信息科技有限公司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武汉时运通网络信息服务有限公司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武汉尚源科创科技有限公司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武汉市捷信致诚科技有限公司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武汉市悠卡互联科技有限公司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武汉慧通云信息科技有限公司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武汉唯康管业有限公司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武汉神库小匠科技有限公司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武汉欣农科技有限公司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武汉市恒信泰采油设备制造有限公司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武汉星飞客科技有限公司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九方安达工程技术集团有限责任公司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武汉优斯特传感器科技有限公司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云尚峰信息科技（武汉）股份有限公司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湖北百旺金赋科技有限公司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湖北省生命源干细胞有限公司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武汉芘芘薇莎生物科技有限公司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武汉市晋升科技有限公司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普健生物（武汉）科技有限公司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武汉华毅盟模具科技有限公司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武汉光谷智慧科技有限公司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武汉锐进铁路发展有限公司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武汉普洛工业信息有限公司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武汉创彦光电科技有限公司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武汉环达电子科技有限公司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武汉讯康电子技术有限公司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武汉舜通智能科技有限公司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武汉伟创聚赢科技有限公司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湖北华旺达信息技术有限公司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武汉睿特富连技术有限公司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音信云（武汉）信息技术有限公司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武汉开目信息技术股份有限公司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武汉同德兴信息技术有限公司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武汉贝曼新能源科技有限公司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武汉康普常青软件技术股份有限公司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武汉卓能电气有限公司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武汉弘巨通电子科技有限公司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武汉大千信息技术有限公司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湖北腾旅科技有限责任公司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武汉三贤汽车配件有限公司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湖北合诚慧智能设备有限公司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武汉市太行冶金材料有限公司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武汉亿斯达工具有限公司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武汉大众口腔医疗股份有限公司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武汉天颖环境工程股份有限公司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湖北地信科技集团股份有限公司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丰德汽车部件（武汉）有限公司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武汉兰丁智能医学股份有限公司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武汉三特爱乐玩旅游科技有限公司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武汉昌合泰克精密技术有限公司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湖北神龙工程测试技术有限公司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长江信达软件技术（武汉）有限责任公司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武汉筑链科技有限公司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武汉中科博大环保工程有限公司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武汉保华显示科技有限公司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武汉烽火信息集成技术有限公司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武汉国电华星电气有限公司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武汉世纪金桥安全技术有限公司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武汉纽赛儿科技股份有限公司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蜂巢（武汉）微系统技术有限公司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武汉矩阵互动科技有限公司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技德技术研究所（武汉）有限公司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武汉游侠精灵科技有限公司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武汉云胜源智慧环境科技有限公司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通服（武汉）数字工程有限公司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中化地质矿山总局湖北地质勘查院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武汉斯克莱特智能创客科技有限公司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武汉市中易天地物联科技有限公司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湖北华邦化学有限公司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武汉航达航空科技发展有限公司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武汉兮锐科技有限公司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武汉市武照科技有限公司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武汉巨力鼎兴冷链股份有限公司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武汉汉达瑞科技有限公司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布鲁埃斯冷冻技术（武汉）有限公司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武汉潜翔科技有限责任公司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武汉中软通科技有限公司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武汉泰德明华数据信息有限公司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湖北中弘天实业有限公司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克虏伯流体机械（武汉）有限公司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武汉彩芝堂生物医药有限公司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武汉惜源科技有限公司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武汉康奥斯机电装备有限公司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湖北三环汽车电器有限公司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武汉北方能源股份有限公司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武汉宇均凌信息技术有限公司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武汉凌合机电设备有限公司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武汉市汉福专用车有限公司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武汉易教科技发展有限公司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武汉鑫汉普交通科技有限公司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武汉理工船舶股份有限公司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武汉地震计量检定与测量工程研究院有限公司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湖北世第影视科技有限公司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武汉锂鑫自动化科技有限公司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武汉中直电气股份有限公司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武汉宏韧生物医药股份有限公司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武汉万松堂生物医药科技有限公司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武汉永力技术有限公司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湖北普天科技有限公司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良培基因生物科技（武汉）有限公司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武汉瑞鑫隆机械配件加工有限公司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湖北天冠建材发展有限公司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湖北普安检测科技有限公司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武汉市蒙娜丽莎装饰工程有限公司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武汉福特游乐科技有限公司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武汉金利成科技有限公司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武汉巨元科技有限公司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湖北一毂数据服务有限公司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武汉市博思特电脑科技有限公司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武汉锦隆工程技术股份有限公司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湖北金小麦信息技术有限公司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武汉联华电气有限责任公司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武汉中谷高科电子系统工程有限公司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武汉市江楚开物科技有限公司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武汉金康空调净化有限公司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武汉班科生物技术有限公司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湖北天高钢桥智造科技有限公司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佰奥达生物科技（武汉）股份有限公司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武汉宇洋包装印刷有限公司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武汉华大君安科技有限责任公司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武汉赤鹿科技有限公司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武汉市天虹纸塑彩印有限公司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武汉市金鼎轩食品有限公司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武汉优博林新材料有限公司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武汉迈特炉业科技有限公司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武汉宏创兴恒技术工程有限公司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武钢维尔卡钢绳制品有限公司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武汉等保测评有限公司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武汉奔阳新材料科技有限公司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武汉光忆科技有限公司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武汉普瑞通科技有限公司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湖北万测试验设备有限公司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武汉制信科技有限公司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1699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武汉宁润软件信息技术有限公司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武汉拓盛科技有限公司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武汉博宇光电系统有限责任公司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武汉长光电源有限公司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武汉欧尔光电科技有限公司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武汉尚搏致远科技有限公司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武汉云晶飞光纤材料有限公司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武汉创百师信息科技有限公司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武汉智联时空科技有限公司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武汉立尔机电装备有限公司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华文包装有限责任公司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武汉每天建材科技有限公司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武汉海特生物制药股份有限公司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武汉江山图画工程技术有限公司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武汉市思泰利医疗器械发展有限公司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皓腾世杰（武汉）智能科技有限责任公司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武汉市科睿自动控制系统有限公司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武汉宏微云信息科技有限公司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毕昇云（武汉）信息技术有限公司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武汉海创电子股份有限公司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武汉创精自动化设备有限公司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武汉梓桐树电子商务有限公司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武汉坤达安信息安全技术有限公司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凌云科技集团有限责任公司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武汉进取电气科技有限公司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中蕊（武汉）光电科技有限公司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武汉三新电力设备制造有限公司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武汉麦塔威科技有限公司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武汉元创光电科技有限公司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湖北派克密封件有限公司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1729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圣才电子书（武汉）有限公司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武汉普润特科技有限公司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武汉中敏泰克生物科技有限公司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武汉中元通信股份有限公司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武汉安经纬业信息安全技术有限公司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武汉冠龙远大科技有限公司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武汉淞幸百年科技有限公司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武汉华中天易星惯科技有限公司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武汉克郎斯装备技术有限公司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武汉擎动网络科技有限公司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1739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武汉童学文化股份有限公司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武汉思凯精冲模具有限责任公司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武汉宝洁环境工程技术有限公司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中国检验认证集团湖北有限公司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武汉奥长岭电器电源有限公司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武汉氛围汽车科技有限公司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武汉地学之旅信息技术有限公司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武汉极目楚天测绘地理信息有限公司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武汉上汉科技有限公司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武汉贵言机械制造有限公司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1749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湖北航普科技有限公司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武汉李济堂生物科技有限公司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武汉海辰友邦科技发展有限公司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武汉弘光亿源技术有限公司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武汉汉测电气有限公司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武汉三迈通信技术有限公司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武汉通本汽车零部件有限公司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源隆汽车零部件（武汉）有限公司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武汉拓路科技开发有限公司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武汉裕大华纺织有限公司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1759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武汉瑞纳捷半导体有限公司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武汉远翔新能源科技有限责任公司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武汉铁阳科技有限公司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中核武汉核电运行技术股份有限公司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武汉三鹰生物技术有限公司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武汉瑞盈通网络技术有限公司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武汉凌云光电科技有限责任公司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武汉中阳明建材有限公司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武汉同济现代医药科技股份有限公司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武汉瑞安科技发展有限公司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1769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武汉优运通信息技术有限公司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武汉钢铁江北集团金属制品有限公司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武汉天创建设集团有限公司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武汉蓝台创达科技有限责任公司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武汉创云时代科技有限公司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武汉长海电力推进和化学电源有限公司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湖北鼎信成套设备有限公司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武汉神动汽车电子电器股份有限公司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武汉市松柏装备有限公司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湖北亿百天信息技术有限公司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湖北旭科建筑工业化技术有限公司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武汉市宏建基础设施建设有限公司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武汉融科星创科技有限公司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武汉瑞吉尔科技有限公司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武汉楚精灵医疗科技有限公司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武汉迈力特通信有限公司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武汉创明光电科技有限公司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武汉客车制造股份有限公司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武汉爱德汽车零部件有限公司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武汉嘉游信息科技有限公司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1789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能事达电气股份有限公司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武汉长江新媒体有限公司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北纬三十五度（武汉）科技有限公司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武汉木兰环保设备有限公司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武汉华中科大建筑规划设计研究院有限公司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武汉凯沃森天窗系统有限公司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武汉吉星医疗科技有限公司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武汉四序和风信息技术有限公司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凯德自控武汉智能装备有限公司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武汉宜化塑业有限公司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1799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武汉卓翌科技有限公司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大力（武汉）环保科技有限公司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湖北省瑞朗实业有限公司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武汉汉王数据技术有限公司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武汉市艾玻睿光电科技有限公司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航天科工火箭技术有限公司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武汉臣鹏信息技术有限公司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武汉永驰新技术开发有限公司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武汉中帜生物科技股份有限公司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武汉锐科光纤激光技术股份有限公司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1809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武汉梦之蓝科技有限公司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航天科工网络信息发展有限公司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武汉璞华大数据技术有限公司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武汉船用机械有限责任公司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武汉市林美封头制造有限公司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武汉亿强科技开发有限公司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武汉凯奇冶金焊接设备制造有限责任公司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武汉武船计量试验有限公司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武汉英思工程科技股份有限公司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武汉双键新材料股份有限公司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1819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武汉大业地质环境保护有限公司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1820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武汉慧能芯图信息科技有限公司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1821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湖北广元岩土工程有限公司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1822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爱布客（武汉）科技有限公司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1823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武汉爱劳高科技有限责任公司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1824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湖北农谷能源建设有限公司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1825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武汉中科科理光电技术有限公司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1826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武汉楚天云科技有限公司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1827</w:t>
            </w:r>
          </w:p>
        </w:tc>
        <w:tc>
          <w:tcPr>
            <w:tcW w:w="3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武汉市桥梁工程有限公司</w:t>
            </w:r>
          </w:p>
        </w:tc>
        <w:tc>
          <w:tcPr>
            <w:tcW w:w="7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1828</w:t>
            </w:r>
          </w:p>
        </w:tc>
        <w:tc>
          <w:tcPr>
            <w:tcW w:w="3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武汉威立得生物医药有限公司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906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总计</w:t>
            </w:r>
          </w:p>
        </w:tc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18"/>
                <w:szCs w:val="18"/>
              </w:rPr>
              <w:t>25740</w:t>
            </w:r>
          </w:p>
        </w:tc>
      </w:tr>
    </w:tbl>
    <w:tbl>
      <w:tblPr>
        <w:tblStyle w:val="11"/>
        <w:tblpPr w:leftFromText="180" w:rightFromText="180" w:vertAnchor="text" w:horzAnchor="page" w:tblpX="1148" w:tblpY="3323"/>
        <w:tblW w:w="9639" w:type="dxa"/>
        <w:tblInd w:w="0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6"/>
        <w:gridCol w:w="3943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5696" w:type="dxa"/>
            <w:tcBorders>
              <w:top w:val="single" w:color="auto" w:sz="4" w:space="0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294"/>
              <w:textAlignment w:val="auto"/>
              <w:rPr>
                <w:rFonts w:hint="eastAsia" w:ascii="文星仿宋" w:eastAsia="文星仿宋"/>
                <w:sz w:val="28"/>
                <w:szCs w:val="28"/>
              </w:rPr>
            </w:pPr>
            <w:r>
              <w:rPr>
                <w:rFonts w:hint="eastAsia" w:ascii="文星仿宋" w:eastAsia="文星仿宋"/>
                <w:sz w:val="28"/>
                <w:szCs w:val="28"/>
              </w:rPr>
              <w:t>武汉市科技</w:t>
            </w:r>
            <w:r>
              <w:rPr>
                <w:rFonts w:hint="eastAsia" w:ascii="文星仿宋" w:eastAsia="文星仿宋"/>
                <w:sz w:val="28"/>
                <w:szCs w:val="28"/>
                <w:lang w:eastAsia="zh-CN"/>
              </w:rPr>
              <w:t>创新</w:t>
            </w:r>
            <w:r>
              <w:rPr>
                <w:rFonts w:hint="eastAsia" w:ascii="文星仿宋" w:eastAsia="文星仿宋"/>
                <w:sz w:val="28"/>
                <w:szCs w:val="28"/>
              </w:rPr>
              <w:t>局办公室</w:t>
            </w:r>
          </w:p>
        </w:tc>
        <w:tc>
          <w:tcPr>
            <w:tcW w:w="3943" w:type="dxa"/>
            <w:tcBorders>
              <w:top w:val="single" w:color="auto" w:sz="4" w:space="0"/>
              <w:left w:val="nil"/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59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298"/>
              <w:jc w:val="right"/>
              <w:textAlignment w:val="auto"/>
              <w:rPr>
                <w:rFonts w:ascii="文星仿宋" w:eastAsia="文星仿宋"/>
                <w:sz w:val="28"/>
                <w:szCs w:val="28"/>
              </w:rPr>
            </w:pPr>
            <w:r>
              <w:rPr>
                <w:rFonts w:hint="eastAsia" w:ascii="文星仿宋" w:eastAsia="文星仿宋"/>
                <w:sz w:val="28"/>
                <w:szCs w:val="28"/>
              </w:rPr>
              <w:t>202</w:t>
            </w:r>
            <w:r>
              <w:rPr>
                <w:rFonts w:hint="eastAsia" w:ascii="文星仿宋" w:eastAsia="文星仿宋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文星仿宋" w:eastAsia="文星仿宋"/>
                <w:sz w:val="28"/>
                <w:szCs w:val="28"/>
              </w:rPr>
              <w:t>年</w:t>
            </w:r>
            <w:r>
              <w:rPr>
                <w:rFonts w:hint="eastAsia" w:ascii="文星仿宋" w:eastAsia="文星仿宋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文星仿宋" w:eastAsia="文星仿宋"/>
                <w:sz w:val="28"/>
                <w:szCs w:val="28"/>
              </w:rPr>
              <w:t>月</w:t>
            </w:r>
            <w:r>
              <w:rPr>
                <w:rFonts w:hint="eastAsia" w:ascii="文星仿宋" w:eastAsia="文星仿宋"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文星仿宋" w:eastAsia="文星仿宋"/>
                <w:sz w:val="28"/>
                <w:szCs w:val="28"/>
              </w:rPr>
              <w:t>日印发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pgSz w:w="11906" w:h="16838"/>
      <w:pgMar w:top="1701" w:right="1134" w:bottom="1644" w:left="1134" w:header="851" w:footer="794" w:gutter="0"/>
      <w:pgNumType w:fmt="decimal"/>
      <w:cols w:space="720" w:num="1"/>
      <w:rtlGutter w:val="0"/>
      <w:docGrid w:type="linesAndChars" w:linePitch="580" w:charSpace="-10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公文小标宋简">
    <w:altName w:val="方正小标宋_GBK"/>
    <w:panose1 w:val="02010609010101010101"/>
    <w:charset w:val="00"/>
    <w:family w:val="modern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星仿宋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标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仿宋">
    <w:altName w:val="文星仿宋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keepNext w:val="0"/>
      <w:keepLines w:val="0"/>
      <w:pageBreakBefore w:val="0"/>
      <w:widowControl w:val="0"/>
      <w:tabs>
        <w:tab w:val="clear" w:pos="4153"/>
        <w:tab w:val="clear" w:pos="8306"/>
      </w:tabs>
      <w:kinsoku/>
      <w:wordWrap/>
      <w:overflowPunct/>
      <w:topLinePunct w:val="0"/>
      <w:autoSpaceDE/>
      <w:autoSpaceDN/>
      <w:bidi w:val="0"/>
      <w:adjustRightInd/>
      <w:snapToGrid w:val="0"/>
      <w:ind w:left="0" w:right="0"/>
      <w:jc w:val="right"/>
      <w:textAlignment w:val="auto"/>
      <w:rPr>
        <w:rFonts w:hint="eastAsia"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pageBreakBefore w:val="0"/>
                            <w:widowControl w:val="0"/>
                            <w:tabs>
                              <w:tab w:val="clear" w:pos="4153"/>
                              <w:tab w:val="clear" w:pos="8306"/>
                            </w:tabs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 w:val="0"/>
                            <w:ind w:left="0" w:right="0"/>
                            <w:jc w:val="right"/>
                            <w:textAlignment w:val="auto"/>
                          </w:pPr>
                          <w:r>
                            <w:rPr>
                              <w:rStyle w:val="14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－</w:t>
                          </w:r>
                          <w:r>
                            <w:rPr>
                              <w:rStyle w:val="14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4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Style w:val="14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4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Style w:val="14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14"/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－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WAAAAZHJzL1BLAQIUABQAAAAIAIdO&#10;4kDOqXm5zwAAAAUBAAAPAAAAAAAAAAEAIAAAADgAAABkcnMvZG93bnJldi54bWxQSwECFAAUAAAA&#10;CACHTuJA3rEPMeEBAADMAwAADgAAAAAAAAABACAAAAA0AQAAZHJzL2Uyb0RvYy54bWxQSwUGAAAA&#10;AAYABgBZAQAAh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keepNext w:val="0"/>
                      <w:keepLines w:val="0"/>
                      <w:pageBreakBefore w:val="0"/>
                      <w:widowControl w:val="0"/>
                      <w:tabs>
                        <w:tab w:val="clear" w:pos="4153"/>
                        <w:tab w:val="clear" w:pos="8306"/>
                      </w:tabs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/>
                      <w:snapToGrid w:val="0"/>
                      <w:ind w:left="0" w:right="0"/>
                      <w:jc w:val="right"/>
                      <w:textAlignment w:val="auto"/>
                    </w:pPr>
                    <w:r>
                      <w:rPr>
                        <w:rStyle w:val="14"/>
                        <w:rFonts w:hint="eastAsia" w:ascii="宋体" w:hAnsi="宋体" w:eastAsia="宋体" w:cs="宋体"/>
                        <w:sz w:val="28"/>
                        <w:szCs w:val="28"/>
                      </w:rPr>
                      <w:t>－</w:t>
                    </w:r>
                    <w:r>
                      <w:rPr>
                        <w:rStyle w:val="14"/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4"/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Style w:val="14"/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4"/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Style w:val="14"/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14"/>
                        <w:rFonts w:hint="eastAsia" w:ascii="宋体" w:hAnsi="宋体" w:eastAsia="宋体" w:cs="宋体"/>
                        <w:sz w:val="28"/>
                        <w:szCs w:val="28"/>
                      </w:rPr>
                      <w:t>－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F7279"/>
    <w:rsid w:val="00001E0E"/>
    <w:rsid w:val="00040A29"/>
    <w:rsid w:val="000D28F2"/>
    <w:rsid w:val="001330AE"/>
    <w:rsid w:val="00134643"/>
    <w:rsid w:val="001468B7"/>
    <w:rsid w:val="00185CAD"/>
    <w:rsid w:val="001F431A"/>
    <w:rsid w:val="00233D81"/>
    <w:rsid w:val="002B077D"/>
    <w:rsid w:val="002D11E9"/>
    <w:rsid w:val="002D1D19"/>
    <w:rsid w:val="002D4D28"/>
    <w:rsid w:val="002E4BD2"/>
    <w:rsid w:val="002F5957"/>
    <w:rsid w:val="002F731A"/>
    <w:rsid w:val="003B14BC"/>
    <w:rsid w:val="003B46A0"/>
    <w:rsid w:val="003E3E7A"/>
    <w:rsid w:val="003F0713"/>
    <w:rsid w:val="00400A4F"/>
    <w:rsid w:val="00423AD6"/>
    <w:rsid w:val="004F17B1"/>
    <w:rsid w:val="004F7ADB"/>
    <w:rsid w:val="00581D8E"/>
    <w:rsid w:val="00582271"/>
    <w:rsid w:val="005847EA"/>
    <w:rsid w:val="005867D1"/>
    <w:rsid w:val="00594293"/>
    <w:rsid w:val="00600E5E"/>
    <w:rsid w:val="00633ABC"/>
    <w:rsid w:val="00647CFE"/>
    <w:rsid w:val="00652655"/>
    <w:rsid w:val="006605BE"/>
    <w:rsid w:val="00665FEA"/>
    <w:rsid w:val="006B3A37"/>
    <w:rsid w:val="00730C05"/>
    <w:rsid w:val="0077639E"/>
    <w:rsid w:val="007C1F0F"/>
    <w:rsid w:val="007E7FF3"/>
    <w:rsid w:val="00913415"/>
    <w:rsid w:val="00927CB9"/>
    <w:rsid w:val="00953665"/>
    <w:rsid w:val="009C4C7A"/>
    <w:rsid w:val="00B00F70"/>
    <w:rsid w:val="00B675ED"/>
    <w:rsid w:val="00BA66C6"/>
    <w:rsid w:val="00BB0924"/>
    <w:rsid w:val="00BB5AAA"/>
    <w:rsid w:val="00BC1368"/>
    <w:rsid w:val="00C037C3"/>
    <w:rsid w:val="00C064C9"/>
    <w:rsid w:val="00CA0942"/>
    <w:rsid w:val="00D33667"/>
    <w:rsid w:val="00D33710"/>
    <w:rsid w:val="00D64D33"/>
    <w:rsid w:val="00DA310D"/>
    <w:rsid w:val="00DD4A26"/>
    <w:rsid w:val="00DF3AC0"/>
    <w:rsid w:val="00E05712"/>
    <w:rsid w:val="00E31642"/>
    <w:rsid w:val="00E33DFC"/>
    <w:rsid w:val="00E84FB4"/>
    <w:rsid w:val="00F36A8E"/>
    <w:rsid w:val="136AE649"/>
    <w:rsid w:val="35DF2741"/>
    <w:rsid w:val="3FCA4E53"/>
    <w:rsid w:val="5BFF3113"/>
    <w:rsid w:val="63EFADAB"/>
    <w:rsid w:val="657FD654"/>
    <w:rsid w:val="76BEA304"/>
    <w:rsid w:val="77CE53CF"/>
    <w:rsid w:val="77D7543F"/>
    <w:rsid w:val="7BFF7279"/>
    <w:rsid w:val="7D9D4B4B"/>
    <w:rsid w:val="7DEF47D6"/>
    <w:rsid w:val="7FBFDDD9"/>
    <w:rsid w:val="8A9D064A"/>
    <w:rsid w:val="9FB33358"/>
    <w:rsid w:val="BF27CF75"/>
    <w:rsid w:val="BFDF0A65"/>
    <w:rsid w:val="D33D5577"/>
    <w:rsid w:val="DF4F2F5A"/>
    <w:rsid w:val="DFACDA64"/>
    <w:rsid w:val="E6FF0F98"/>
    <w:rsid w:val="EAB321EB"/>
    <w:rsid w:val="F7B9A0BE"/>
    <w:rsid w:val="F7EEBDEB"/>
    <w:rsid w:val="FBBE603B"/>
    <w:rsid w:val="FBF74349"/>
    <w:rsid w:val="FBFF9D3C"/>
    <w:rsid w:val="FE7DD966"/>
    <w:rsid w:val="FE9B0F93"/>
    <w:rsid w:val="FFBFAECB"/>
    <w:rsid w:val="FFCF7D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adjustRightInd w:val="0"/>
      <w:jc w:val="distribute"/>
      <w:outlineLvl w:val="0"/>
    </w:pPr>
    <w:rPr>
      <w:rFonts w:eastAsia="公文小标宋简"/>
      <w:b/>
      <w:vanish/>
      <w:color w:val="FF0000"/>
      <w:kern w:val="44"/>
      <w:sz w:val="72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</w:rPr>
  </w:style>
  <w:style w:type="paragraph" w:styleId="5">
    <w:name w:val="heading 3"/>
    <w:basedOn w:val="1"/>
    <w:next w:val="4"/>
    <w:qFormat/>
    <w:uiPriority w:val="0"/>
    <w:pPr>
      <w:keepNext/>
      <w:keepLines/>
      <w:spacing w:before="1000" w:after="400"/>
      <w:jc w:val="center"/>
      <w:outlineLvl w:val="2"/>
    </w:pPr>
    <w:rPr>
      <w:rFonts w:ascii="公文小标宋简" w:eastAsia="公文小标宋简"/>
      <w:sz w:val="44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630"/>
    </w:pPr>
    <w:rPr>
      <w:kern w:val="0"/>
    </w:rPr>
  </w:style>
  <w:style w:type="paragraph" w:styleId="6">
    <w:name w:val="Date"/>
    <w:basedOn w:val="1"/>
    <w:next w:val="1"/>
    <w:qFormat/>
    <w:uiPriority w:val="0"/>
  </w:style>
  <w:style w:type="paragraph" w:styleId="7">
    <w:name w:val="Balloon Text"/>
    <w:basedOn w:val="1"/>
    <w:link w:val="15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qFormat/>
    <w:uiPriority w:val="0"/>
    <w:rPr>
      <w:rFonts w:eastAsia="宋体"/>
      <w:sz w:val="28"/>
    </w:rPr>
  </w:style>
  <w:style w:type="character" w:customStyle="1" w:styleId="15">
    <w:name w:val="批注框文本 Char"/>
    <w:link w:val="7"/>
    <w:qFormat/>
    <w:uiPriority w:val="0"/>
    <w:rPr>
      <w:rFonts w:eastAsia="仿宋_GB2312"/>
      <w:kern w:val="2"/>
      <w:sz w:val="18"/>
      <w:szCs w:val="18"/>
    </w:rPr>
  </w:style>
  <w:style w:type="paragraph" w:customStyle="1" w:styleId="16">
    <w:name w:val="主题词"/>
    <w:basedOn w:val="1"/>
    <w:qFormat/>
    <w:uiPriority w:val="0"/>
    <w:pPr>
      <w:framePr w:wrap="notBeside" w:vAnchor="margin" w:hAnchor="margin" w:yAlign="bottom"/>
      <w:ind w:left="1246" w:hanging="1246"/>
    </w:pPr>
    <w:rPr>
      <w:rFonts w:eastAsia="公文小标宋简"/>
    </w:rPr>
  </w:style>
  <w:style w:type="paragraph" w:customStyle="1" w:styleId="17">
    <w:name w:val="抄 送"/>
    <w:basedOn w:val="16"/>
    <w:qFormat/>
    <w:uiPriority w:val="0"/>
    <w:pPr>
      <w:ind w:left="0" w:firstLine="0"/>
    </w:pPr>
    <w:rPr>
      <w:rFonts w:eastAsia="仿宋_GB2312"/>
    </w:rPr>
  </w:style>
  <w:style w:type="paragraph" w:customStyle="1" w:styleId="18">
    <w:name w:val="附件"/>
    <w:basedOn w:val="1"/>
    <w:qFormat/>
    <w:uiPriority w:val="0"/>
    <w:pPr>
      <w:ind w:left="1638" w:hanging="1016"/>
    </w:pPr>
  </w:style>
  <w:style w:type="paragraph" w:customStyle="1" w:styleId="19">
    <w:name w:val="秘密紧急"/>
    <w:basedOn w:val="1"/>
    <w:qFormat/>
    <w:uiPriority w:val="0"/>
    <w:pPr>
      <w:jc w:val="right"/>
    </w:pPr>
    <w:rPr>
      <w:rFonts w:ascii="黑体" w:eastAsia="黑体"/>
    </w:rPr>
  </w:style>
  <w:style w:type="paragraph" w:customStyle="1" w:styleId="20">
    <w:name w:val="抄送"/>
    <w:basedOn w:val="16"/>
    <w:qFormat/>
    <w:uiPriority w:val="0"/>
    <w:pPr>
      <w:ind w:left="0" w:firstLine="0"/>
    </w:pPr>
    <w:rPr>
      <w:rFonts w:eastAsia="仿宋_GB231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Desktop/2024&#24180;WPS&#27169;&#26495;/1&#21495;-&#24179;&#34892;&#25991;&#27169;&#26495;&#65288;&#36890;&#30693;&#12289;&#25209;&#22797;&#31561;&#65289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1号-平行文模板（通知、批复等）.wpt</Template>
  <Pages>2</Pages>
  <Words>6</Words>
  <Characters>9</Characters>
  <Lines>1</Lines>
  <Paragraphs>1</Paragraphs>
  <TotalTime>2</TotalTime>
  <ScaleCrop>false</ScaleCrop>
  <LinksUpToDate>false</LinksUpToDate>
  <CharactersWithSpaces>11</CharactersWithSpaces>
  <Application>WPS Office_11.8.2.1123_F1E327BC-269C-435d-A152-05C5408002CA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2024-05-20T17:58:00Z</dcterms:created>
  <dc:creator>user</dc:creator>
  <cp:lastModifiedBy>zyy</cp:lastModifiedBy>
  <dcterms:modified xsi:type="dcterms:W3CDTF">2024-05-24T15:41:53Z</dcterms:modified>
  <dc:title>市科技局  上行文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2052-11.8.2.1123</vt:lpwstr>
  </property>
  <property fmtid="{D5CDD505-2E9C-101B-9397-08002B2CF9AE}" pid="3" name="ICV">
    <vt:lpwstr>A4994F6722037CA2C1445066C6B0056B</vt:lpwstr>
  </property>
</Properties>
</file>